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9611E7" w:rsidRPr="0002146E" w:rsidTr="00585675">
        <w:trPr>
          <w:trHeight w:val="1980"/>
        </w:trPr>
        <w:tc>
          <w:tcPr>
            <w:tcW w:w="1526" w:type="dxa"/>
          </w:tcPr>
          <w:p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Toc511905986"/>
            <w:bookmarkStart w:id="1" w:name="_Toc511906203"/>
            <w:bookmarkStart w:id="2" w:name="_Toc519093976"/>
            <w:bookmarkStart w:id="3" w:name="_Toc519241936"/>
            <w:bookmarkStart w:id="4" w:name="_Toc525206388"/>
            <w:bookmarkStart w:id="5" w:name="_Toc525632291"/>
            <w:bookmarkStart w:id="6" w:name="_Toc526259080"/>
            <w:bookmarkStart w:id="7" w:name="_Toc526261837"/>
            <w:bookmarkStart w:id="8" w:name="_Toc526326774"/>
            <w:bookmarkStart w:id="9" w:name="_Toc526345980"/>
            <w:bookmarkStart w:id="10" w:name="_Toc526425839"/>
            <w:bookmarkStart w:id="11" w:name="_Toc529192911"/>
            <w:bookmarkStart w:id="12" w:name="_Toc529196770"/>
            <w:bookmarkStart w:id="13" w:name="_Toc529196846"/>
            <w:bookmarkStart w:id="14" w:name="_Toc534904534"/>
            <w:bookmarkStart w:id="15" w:name="_Toc536096599"/>
            <w:bookmarkStart w:id="16" w:name="_Toc8655437"/>
            <w:bookmarkStart w:id="17" w:name="_Toc8655809"/>
            <w:bookmarkStart w:id="18" w:name="_Toc12015961"/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3EA2B1" wp14:editId="02F4434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881380</wp:posOffset>
                      </wp:positionV>
                      <wp:extent cx="6257925" cy="1352550"/>
                      <wp:effectExtent l="0" t="0" r="28575" b="1905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352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786"/>
                                    <w:gridCol w:w="4820"/>
                                  </w:tblGrid>
                                  <w:tr w:rsidR="009611E7" w:rsidTr="00D41083">
                                    <w:tc>
                                      <w:tcPr>
                                        <w:tcW w:w="4786" w:type="dxa"/>
                                      </w:tcPr>
                                      <w:p w:rsidR="009611E7" w:rsidRPr="00D41083" w:rsidRDefault="009611E7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D41083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</w:t>
                                        </w:r>
                                      </w:p>
                                      <w:p w:rsidR="009611E7" w:rsidRPr="00BE74CE" w:rsidRDefault="009611E7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 w:val="0"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 w:rsidRPr="00D41083">
                                          <w:rPr>
                                            <w:sz w:val="28"/>
                                            <w:szCs w:val="28"/>
                                          </w:rPr>
                                          <w:t>du</w:t>
                                        </w:r>
                                        <w:proofErr w:type="gramEnd"/>
                                        <w:r w:rsidRPr="00D41083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 GHT des Alpes du Sud</w:t>
                                        </w:r>
                                      </w:p>
                                      <w:p w:rsidR="009611E7" w:rsidRPr="00D26D69" w:rsidRDefault="009611E7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9611E7" w:rsidRPr="00277807" w:rsidRDefault="009611E7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CHICAS - Cellule des Marchés</w:t>
                                        </w:r>
                                      </w:p>
                                      <w:p w:rsidR="009611E7" w:rsidRPr="00277807" w:rsidRDefault="009611E7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Tél. : 04.92.40.28.04</w:t>
                                        </w:r>
                                      </w:p>
                                      <w:p w:rsidR="009611E7" w:rsidRPr="00277807" w:rsidRDefault="009611E7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Fax : 04.92.40.61.68</w:t>
                                        </w:r>
                                      </w:p>
                                      <w:p w:rsidR="009611E7" w:rsidRPr="00BE74CE" w:rsidRDefault="009611E7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 xml:space="preserve">E-mail : </w:t>
                                        </w:r>
                                        <w:hyperlink r:id="rId11" w:history="1">
                                          <w:r w:rsidRPr="00277807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6"/>
                                              <w:szCs w:val="16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9611E7" w:rsidRDefault="009611E7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20" w:type="dxa"/>
                                      </w:tcPr>
                                      <w:p w:rsidR="009611E7" w:rsidRPr="00277807" w:rsidRDefault="009611E7" w:rsidP="008706A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9611E7" w:rsidRDefault="009611E7" w:rsidP="008706A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7112AA85" wp14:editId="7424A3DA">
                                              <wp:extent cx="2640188" cy="934466"/>
                                              <wp:effectExtent l="0" t="0" r="8255" b="0"/>
                                              <wp:docPr id="14" name="Image 14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2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653072" cy="93902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9611E7" w:rsidTr="00D41083">
                                    <w:tc>
                                      <w:tcPr>
                                        <w:tcW w:w="4786" w:type="dxa"/>
                                      </w:tcPr>
                                      <w:p w:rsidR="009611E7" w:rsidRDefault="009611E7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9611E7" w:rsidRPr="002809BC" w:rsidRDefault="009611E7" w:rsidP="002809BC"/>
                                    </w:tc>
                                    <w:tc>
                                      <w:tcPr>
                                        <w:tcW w:w="4820" w:type="dxa"/>
                                      </w:tcPr>
                                      <w:p w:rsidR="009611E7" w:rsidRDefault="009611E7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611E7" w:rsidRDefault="009611E7" w:rsidP="009611E7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9611E7" w:rsidRPr="00BE74CE" w:rsidRDefault="009611E7" w:rsidP="009611E7">
                                  <w:pPr>
                                    <w:pStyle w:val="Titre5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9611E7" w:rsidRPr="00D26D69" w:rsidRDefault="009611E7" w:rsidP="009611E7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611E7" w:rsidRPr="00464A6B" w:rsidRDefault="009611E7" w:rsidP="009611E7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9611E7" w:rsidRPr="00B77EF9" w:rsidRDefault="009611E7" w:rsidP="009611E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9611E7" w:rsidRPr="00B77EF9" w:rsidRDefault="009611E7" w:rsidP="009611E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9611E7" w:rsidRPr="00BE74CE" w:rsidRDefault="009611E7" w:rsidP="009611E7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3EA2B1" id="AutoShape 8" o:spid="_x0000_s1026" style="position:absolute;margin-left:-2.9pt;margin-top:69.4pt;width:492.7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86"/>
                              <w:gridCol w:w="4820"/>
                            </w:tblGrid>
                            <w:tr w:rsidR="009611E7" w:rsidTr="00D41083">
                              <w:tc>
                                <w:tcPr>
                                  <w:tcW w:w="4786" w:type="dxa"/>
                                </w:tcPr>
                                <w:p w:rsidR="009611E7" w:rsidRPr="00D41083" w:rsidRDefault="009611E7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41083"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</w:t>
                                  </w:r>
                                </w:p>
                                <w:p w:rsidR="009611E7" w:rsidRPr="00BE74CE" w:rsidRDefault="009611E7" w:rsidP="00891510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D41083">
                                    <w:rPr>
                                      <w:sz w:val="28"/>
                                      <w:szCs w:val="28"/>
                                    </w:rPr>
                                    <w:t>du</w:t>
                                  </w:r>
                                  <w:proofErr w:type="gramEnd"/>
                                  <w:r w:rsidRPr="00D41083">
                                    <w:rPr>
                                      <w:sz w:val="28"/>
                                      <w:szCs w:val="28"/>
                                    </w:rPr>
                                    <w:t xml:space="preserve"> GHT des Alpes du Sud</w:t>
                                  </w:r>
                                </w:p>
                                <w:p w:rsidR="009611E7" w:rsidRPr="00D26D69" w:rsidRDefault="009611E7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611E7" w:rsidRPr="00277807" w:rsidRDefault="009611E7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77807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CHICAS - Cellule des Marchés</w:t>
                                  </w:r>
                                </w:p>
                                <w:p w:rsidR="009611E7" w:rsidRPr="00277807" w:rsidRDefault="009611E7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Tél. : 04.92.40.28.04</w:t>
                                  </w:r>
                                </w:p>
                                <w:p w:rsidR="009611E7" w:rsidRPr="00277807" w:rsidRDefault="009611E7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Fax : 04.92.40.61.68</w:t>
                                  </w:r>
                                </w:p>
                                <w:p w:rsidR="009611E7" w:rsidRPr="00BE74CE" w:rsidRDefault="009611E7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E-mail : </w:t>
                                  </w:r>
                                  <w:hyperlink r:id="rId13" w:history="1">
                                    <w:r w:rsidRPr="00277807">
                                      <w:rPr>
                                        <w:rStyle w:val="Lienhypertexte"/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9611E7" w:rsidRDefault="009611E7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</w:tcPr>
                                <w:p w:rsidR="009611E7" w:rsidRPr="00277807" w:rsidRDefault="009611E7" w:rsidP="008706AC">
                                  <w:pPr>
                                    <w:pStyle w:val="Titre5"/>
                                    <w:jc w:val="right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9611E7" w:rsidRDefault="009611E7" w:rsidP="008706A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12AA85" wp14:editId="7424A3DA">
                                        <wp:extent cx="2640188" cy="934466"/>
                                        <wp:effectExtent l="0" t="0" r="8255" b="0"/>
                                        <wp:docPr id="14" name="Image 14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53072" cy="9390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611E7" w:rsidTr="00D41083">
                              <w:tc>
                                <w:tcPr>
                                  <w:tcW w:w="4786" w:type="dxa"/>
                                </w:tcPr>
                                <w:p w:rsidR="009611E7" w:rsidRDefault="009611E7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9611E7" w:rsidRPr="002809BC" w:rsidRDefault="009611E7" w:rsidP="002809BC"/>
                              </w:tc>
                              <w:tc>
                                <w:tcPr>
                                  <w:tcW w:w="4820" w:type="dxa"/>
                                </w:tcPr>
                                <w:p w:rsidR="009611E7" w:rsidRDefault="009611E7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11E7" w:rsidRDefault="009611E7" w:rsidP="009611E7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11E7" w:rsidRPr="00BE74CE" w:rsidRDefault="009611E7" w:rsidP="009611E7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9611E7" w:rsidRPr="00D26D69" w:rsidRDefault="009611E7" w:rsidP="009611E7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9611E7" w:rsidRPr="00464A6B" w:rsidRDefault="009611E7" w:rsidP="009611E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9611E7" w:rsidRPr="00B77EF9" w:rsidRDefault="009611E7" w:rsidP="009611E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9611E7" w:rsidRPr="00B77EF9" w:rsidRDefault="009611E7" w:rsidP="009611E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9611E7" w:rsidRPr="00BE74CE" w:rsidRDefault="009611E7" w:rsidP="009611E7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9264" behindDoc="1" locked="0" layoutInCell="1" allowOverlap="1" wp14:anchorId="6FC5F8F8" wp14:editId="18ED3DC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9611E7" w:rsidRPr="0002146E" w:rsidRDefault="00CD589E" w:rsidP="0058567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964565" cy="737235"/>
                  <wp:effectExtent l="0" t="0" r="6985" b="571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CHBD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</w:p>
          <w:p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5BCD175A" wp14:editId="6605B6DA">
                  <wp:extent cx="923925" cy="600214"/>
                  <wp:effectExtent l="0" t="0" r="0" b="9525"/>
                  <wp:docPr id="6" name="Image 6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</w:p>
          <w:p w:rsidR="009611E7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444BD43" wp14:editId="5C1D74AD">
                  <wp:extent cx="1085850" cy="568778"/>
                  <wp:effectExtent l="0" t="0" r="0" b="317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6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1E7" w:rsidRPr="0002146E" w:rsidRDefault="009611E7" w:rsidP="0058567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:rsidR="009611E7" w:rsidRDefault="009611E7" w:rsidP="0058567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9611E7" w:rsidRDefault="009611E7" w:rsidP="0058567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9611E7" w:rsidRPr="0002146E" w:rsidRDefault="009611E7" w:rsidP="0058567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7111F9AB" wp14:editId="59A419BE">
                  <wp:extent cx="1148978" cy="485775"/>
                  <wp:effectExtent l="0" t="0" r="0" b="0"/>
                  <wp:docPr id="8" name="Image 8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9611E7" w:rsidRPr="0002146E" w:rsidRDefault="009611E7" w:rsidP="00585675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1312" behindDoc="1" locked="0" layoutInCell="1" allowOverlap="1" wp14:anchorId="077C7B59" wp14:editId="4D94B95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611E7" w:rsidRDefault="009611E7" w:rsidP="009611E7">
      <w:pPr>
        <w:rPr>
          <w:rFonts w:ascii="Comic Sans MS" w:hAnsi="Comic Sans MS"/>
        </w:rPr>
      </w:pPr>
    </w:p>
    <w:p w:rsidR="009611E7" w:rsidRDefault="009611E7" w:rsidP="009611E7">
      <w:pPr>
        <w:rPr>
          <w:rFonts w:ascii="Comic Sans MS" w:hAnsi="Comic Sans MS"/>
        </w:rPr>
      </w:pPr>
    </w:p>
    <w:p w:rsidR="009611E7" w:rsidRDefault="009611E7" w:rsidP="009611E7">
      <w:r>
        <w:t xml:space="preserve">  </w:t>
      </w:r>
    </w:p>
    <w:p w:rsidR="009611E7" w:rsidRDefault="009611E7" w:rsidP="009611E7">
      <w:pPr>
        <w:jc w:val="right"/>
        <w:rPr>
          <w:rFonts w:ascii="Comic Sans MS" w:hAnsi="Comic Sans MS" w:cs="Tahoma"/>
        </w:rPr>
      </w:pPr>
    </w:p>
    <w:p w:rsidR="009611E7" w:rsidRPr="00277807" w:rsidRDefault="009611E7" w:rsidP="009611E7">
      <w:pPr>
        <w:jc w:val="center"/>
        <w:rPr>
          <w:rFonts w:ascii="Comic Sans MS" w:hAnsi="Comic Sans MS" w:cs="Tahoma"/>
          <w:sz w:val="12"/>
          <w:szCs w:val="12"/>
        </w:rPr>
      </w:pPr>
    </w:p>
    <w:p w:rsidR="009C1322" w:rsidRDefault="009C1322" w:rsidP="009611E7">
      <w:pPr>
        <w:rPr>
          <w:rFonts w:ascii="Comic Sans MS" w:hAnsi="Comic Sans MS" w:cs="Tahoma"/>
        </w:rPr>
      </w:pPr>
    </w:p>
    <w:p w:rsidR="009611E7" w:rsidRDefault="009611E7" w:rsidP="009611E7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</w:p>
    <w:p w:rsidR="009611E7" w:rsidRDefault="009611E7" w:rsidP="009611E7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6078CF">
        <w:rPr>
          <w:rFonts w:ascii="Arial" w:hAnsi="Arial" w:cs="Arial"/>
          <w:bCs/>
          <w:sz w:val="16"/>
          <w:szCs w:val="16"/>
        </w:rPr>
        <w:sym w:font="Wingdings" w:char="F031"/>
      </w:r>
      <w:r w:rsidR="00D41083">
        <w:rPr>
          <w:rFonts w:ascii="Arial" w:hAnsi="Arial" w:cs="Arial"/>
          <w:bCs/>
          <w:sz w:val="16"/>
          <w:szCs w:val="16"/>
        </w:rPr>
        <w:t xml:space="preserve"> : </w:t>
      </w:r>
      <w:r w:rsidR="00D41083" w:rsidRPr="00CD589E">
        <w:rPr>
          <w:rFonts w:ascii="Arial" w:hAnsi="Arial" w:cs="Arial"/>
          <w:bCs/>
          <w:sz w:val="16"/>
          <w:szCs w:val="16"/>
          <w:highlight w:val="cyan"/>
        </w:rPr>
        <w:t>SE9 N106</w:t>
      </w:r>
    </w:p>
    <w:p w:rsidR="009611E7" w:rsidRPr="009C1322" w:rsidRDefault="009611E7" w:rsidP="009611E7">
      <w:pPr>
        <w:tabs>
          <w:tab w:val="left" w:pos="6804"/>
        </w:tabs>
        <w:ind w:right="-2"/>
        <w:jc w:val="both"/>
        <w:rPr>
          <w:rFonts w:ascii="Arial" w:hAnsi="Arial" w:cs="Arial"/>
          <w:bCs/>
          <w:highlight w:val="yellow"/>
        </w:rPr>
      </w:pPr>
    </w:p>
    <w:p w:rsidR="009611E7" w:rsidRPr="00D41083" w:rsidRDefault="009611E7" w:rsidP="009611E7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sz w:val="16"/>
          <w:szCs w:val="16"/>
        </w:rPr>
      </w:pPr>
    </w:p>
    <w:p w:rsidR="009611E7" w:rsidRPr="00D36342" w:rsidRDefault="00D41083" w:rsidP="009C1322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22"/>
          <w:szCs w:val="38"/>
        </w:rPr>
      </w:pPr>
      <w:r w:rsidRPr="00D36342">
        <w:rPr>
          <w:rFonts w:ascii="Arial" w:hAnsi="Arial" w:cs="Arial"/>
          <w:b/>
          <w:sz w:val="22"/>
          <w:szCs w:val="38"/>
        </w:rPr>
        <w:t xml:space="preserve">EXTERNALISATION DES PRESTATIONS D’ENTRETIEN DES LOCAUX, MOBILIERS ET </w:t>
      </w:r>
      <w:r w:rsidRPr="00C44A55">
        <w:rPr>
          <w:rFonts w:ascii="Arial" w:hAnsi="Arial" w:cs="Arial"/>
          <w:b/>
          <w:sz w:val="22"/>
          <w:szCs w:val="38"/>
          <w:highlight w:val="cyan"/>
        </w:rPr>
        <w:t>SURFACES VITREES DES ETABLISSEMENTS DU CENTRE HOSPITALIER BUECH-DURANCE A LARAGNE MONTEGLIN, DES ETABLISSEMENTS</w:t>
      </w:r>
      <w:r w:rsidRPr="00D36342">
        <w:rPr>
          <w:rFonts w:ascii="Arial" w:hAnsi="Arial" w:cs="Arial"/>
          <w:b/>
          <w:sz w:val="22"/>
          <w:szCs w:val="38"/>
        </w:rPr>
        <w:t xml:space="preserve"> DU CENTRE HOSPITALIER D’EMBRUN DANS LE CADRE DU GROUPEMENT DE COMMANDES DU GHT DES ALPES DU SUD – EELSV20</w:t>
      </w:r>
    </w:p>
    <w:p w:rsidR="009611E7" w:rsidRPr="00D41083" w:rsidRDefault="009611E7" w:rsidP="009611E7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16"/>
          <w:szCs w:val="16"/>
        </w:rPr>
      </w:pPr>
    </w:p>
    <w:p w:rsidR="00D36342" w:rsidRPr="00CD589E" w:rsidRDefault="00D36342" w:rsidP="00262C10">
      <w:pPr>
        <w:pStyle w:val="Style1"/>
        <w:rPr>
          <w:sz w:val="22"/>
        </w:rPr>
      </w:pPr>
      <w:bookmarkStart w:id="19" w:name="_Toc3198158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262C10" w:rsidRDefault="00262C10" w:rsidP="001E652E">
      <w:pPr>
        <w:pStyle w:val="Style1"/>
        <w:jc w:val="center"/>
        <w:rPr>
          <w:sz w:val="22"/>
        </w:rPr>
      </w:pPr>
      <w:r w:rsidRPr="00CD589E">
        <w:rPr>
          <w:sz w:val="22"/>
        </w:rPr>
        <w:t xml:space="preserve">ANNEXE </w:t>
      </w:r>
      <w:r w:rsidR="001E652E" w:rsidRPr="00CD589E">
        <w:rPr>
          <w:sz w:val="22"/>
        </w:rPr>
        <w:t>POUR LE LOTS</w:t>
      </w:r>
      <w:r w:rsidR="009D2867" w:rsidRPr="00CD589E">
        <w:rPr>
          <w:sz w:val="22"/>
        </w:rPr>
        <w:t xml:space="preserve"> </w:t>
      </w:r>
      <w:r w:rsidR="001E652E" w:rsidRPr="00CD589E">
        <w:rPr>
          <w:sz w:val="22"/>
        </w:rPr>
        <w:t xml:space="preserve"> </w:t>
      </w:r>
      <w:proofErr w:type="gramStart"/>
      <w:r w:rsidR="001E652E" w:rsidRPr="00CD589E">
        <w:rPr>
          <w:sz w:val="22"/>
        </w:rPr>
        <w:t xml:space="preserve">4 </w:t>
      </w:r>
      <w:r w:rsidRPr="00CD589E">
        <w:rPr>
          <w:sz w:val="22"/>
        </w:rPr>
        <w:t xml:space="preserve"> DETAIL</w:t>
      </w:r>
      <w:proofErr w:type="gramEnd"/>
      <w:r w:rsidRPr="00CD589E">
        <w:rPr>
          <w:sz w:val="22"/>
        </w:rPr>
        <w:t xml:space="preserve"> DES INSTALLATIONS</w:t>
      </w:r>
      <w:bookmarkEnd w:id="19"/>
      <w:r w:rsidR="00CD589E" w:rsidRPr="00CD589E">
        <w:rPr>
          <w:sz w:val="22"/>
        </w:rPr>
        <w:t xml:space="preserve"> </w:t>
      </w:r>
      <w:r w:rsidRPr="00CD589E">
        <w:rPr>
          <w:sz w:val="22"/>
        </w:rPr>
        <w:t>(COORDONNEES et PLANS)</w:t>
      </w:r>
    </w:p>
    <w:p w:rsidR="00CD589E" w:rsidRPr="00CD589E" w:rsidRDefault="00CD589E" w:rsidP="001E652E">
      <w:pPr>
        <w:pStyle w:val="Style1"/>
        <w:jc w:val="center"/>
        <w:rPr>
          <w:sz w:val="22"/>
        </w:rPr>
      </w:pPr>
      <w:r>
        <w:rPr>
          <w:sz w:val="22"/>
        </w:rPr>
        <w:t>COMMUNE d’EMBRUN</w:t>
      </w:r>
    </w:p>
    <w:p w:rsidR="00262C10" w:rsidRDefault="00262C10" w:rsidP="00262C10">
      <w:pPr>
        <w:pStyle w:val="Style1"/>
      </w:pPr>
    </w:p>
    <w:p w:rsidR="009749B2" w:rsidRDefault="009749B2" w:rsidP="009749B2">
      <w:pPr>
        <w:pStyle w:val="Paragraphedeliste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9749B2">
        <w:rPr>
          <w:rFonts w:ascii="Arial" w:hAnsi="Arial" w:cs="Arial"/>
          <w:b/>
          <w:sz w:val="24"/>
          <w:szCs w:val="24"/>
        </w:rPr>
        <w:t>Lot N° 4</w:t>
      </w:r>
      <w:r>
        <w:rPr>
          <w:rFonts w:ascii="Arial" w:hAnsi="Arial" w:cs="Arial"/>
          <w:sz w:val="24"/>
          <w:szCs w:val="24"/>
        </w:rPr>
        <w:t> : Nettoyage et entretien des locaux et des surfaces vitrées du CMP sur la commune d'EMBRUN (CHBD)</w:t>
      </w:r>
    </w:p>
    <w:p w:rsidR="009749B2" w:rsidRPr="00262A50" w:rsidRDefault="009749B2" w:rsidP="009749B2">
      <w:pPr>
        <w:pStyle w:val="Paragraphedeliste"/>
        <w:numPr>
          <w:ilvl w:val="1"/>
          <w:numId w:val="30"/>
        </w:numPr>
        <w:jc w:val="both"/>
        <w:rPr>
          <w:rFonts w:ascii="Arial" w:hAnsi="Arial" w:cs="Arial"/>
          <w:b/>
          <w:sz w:val="24"/>
          <w:szCs w:val="24"/>
        </w:rPr>
      </w:pPr>
      <w:r w:rsidRPr="00262A50">
        <w:rPr>
          <w:rFonts w:ascii="Arial" w:hAnsi="Arial" w:cs="Arial"/>
          <w:b/>
          <w:sz w:val="24"/>
          <w:szCs w:val="24"/>
        </w:rPr>
        <w:t>C. M.P « Le Petit Nice »,</w:t>
      </w:r>
      <w:r w:rsidRPr="00262A50">
        <w:rPr>
          <w:rFonts w:ascii="Arial" w:hAnsi="Arial" w:cs="Arial"/>
          <w:b/>
          <w:color w:val="1F497D"/>
          <w:sz w:val="24"/>
          <w:szCs w:val="24"/>
        </w:rPr>
        <w:t xml:space="preserve"> </w:t>
      </w:r>
      <w:r w:rsidRPr="00262A50">
        <w:rPr>
          <w:rFonts w:ascii="Arial" w:hAnsi="Arial" w:cs="Arial"/>
          <w:b/>
          <w:color w:val="000000"/>
          <w:sz w:val="24"/>
          <w:szCs w:val="24"/>
        </w:rPr>
        <w:t>Rue de la liberté - 05200 EMBRUN</w:t>
      </w:r>
    </w:p>
    <w:p w:rsidR="009749B2" w:rsidRPr="00C44A55" w:rsidRDefault="009749B2" w:rsidP="00C44A55">
      <w:pPr>
        <w:pStyle w:val="Paragraphedeliste"/>
        <w:numPr>
          <w:ilvl w:val="2"/>
          <w:numId w:val="30"/>
        </w:num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Cadre de santé : </w:t>
      </w:r>
      <w:r w:rsidRPr="00C44A55">
        <w:rPr>
          <w:rFonts w:ascii="Arial" w:hAnsi="Arial" w:cs="Arial"/>
          <w:b/>
          <w:color w:val="000000"/>
          <w:sz w:val="24"/>
          <w:szCs w:val="24"/>
        </w:rPr>
        <w:t>Viviane BLANCHARD ou Frederique BERAUD</w:t>
      </w:r>
      <w:r w:rsidRPr="00C44A55">
        <w:rPr>
          <w:rFonts w:ascii="Arial" w:hAnsi="Arial" w:cs="Arial"/>
          <w:i/>
          <w:sz w:val="24"/>
          <w:szCs w:val="24"/>
        </w:rPr>
        <w:t xml:space="preserve"> 04.92.43.51.38</w:t>
      </w:r>
      <w:r w:rsidRPr="00C44A55">
        <w:rPr>
          <w:rFonts w:ascii="Arial" w:hAnsi="Arial" w:cs="Arial"/>
          <w:i/>
          <w:color w:val="1F497D"/>
          <w:sz w:val="24"/>
          <w:szCs w:val="24"/>
        </w:rPr>
        <w:t xml:space="preserve"> </w:t>
      </w:r>
    </w:p>
    <w:p w:rsidR="000617C6" w:rsidRDefault="000617C6" w:rsidP="00262A50">
      <w:pPr>
        <w:ind w:left="1800"/>
        <w:jc w:val="both"/>
        <w:rPr>
          <w:rFonts w:ascii="Arial" w:hAnsi="Arial" w:cs="Arial"/>
          <w:b/>
          <w:i/>
          <w:sz w:val="24"/>
          <w:szCs w:val="24"/>
        </w:rPr>
      </w:pPr>
    </w:p>
    <w:p w:rsidR="001E652E" w:rsidRPr="001E652E" w:rsidRDefault="001E652E" w:rsidP="007D76FF">
      <w:pPr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STRUCTURE : Le Petit N</w:t>
      </w:r>
      <w:bookmarkStart w:id="20" w:name="_GoBack"/>
      <w:bookmarkEnd w:id="20"/>
      <w:r>
        <w:rPr>
          <w:rFonts w:ascii="Arial" w:hAnsi="Arial" w:cs="Arial"/>
          <w:sz w:val="24"/>
          <w:szCs w:val="24"/>
        </w:rPr>
        <w:t>ice</w:t>
      </w:r>
    </w:p>
    <w:p w:rsidR="001E652E" w:rsidRDefault="001E652E" w:rsidP="007D76FF">
      <w:pPr>
        <w:ind w:left="1800"/>
        <w:jc w:val="center"/>
        <w:rPr>
          <w:rFonts w:ascii="Arial" w:hAnsi="Arial" w:cs="Arial"/>
          <w:b/>
          <w:sz w:val="24"/>
          <w:szCs w:val="24"/>
        </w:rPr>
      </w:pPr>
    </w:p>
    <w:p w:rsidR="001E652E" w:rsidRDefault="001E652E" w:rsidP="009D2867">
      <w:pPr>
        <w:ind w:left="-142" w:right="-1"/>
        <w:jc w:val="center"/>
        <w:rPr>
          <w:rFonts w:ascii="Arial" w:hAnsi="Arial" w:cs="Arial"/>
          <w:sz w:val="24"/>
          <w:szCs w:val="24"/>
        </w:rPr>
      </w:pPr>
      <w:r w:rsidRPr="001E652E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3693674" cy="6339583"/>
            <wp:effectExtent l="0" t="8573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09829" cy="6367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589E" w:rsidRPr="00CD589E">
        <w:rPr>
          <w:rFonts w:ascii="Arial" w:hAnsi="Arial" w:cs="Arial"/>
          <w:b/>
          <w:sz w:val="24"/>
          <w:szCs w:val="24"/>
          <w:highlight w:val="yellow"/>
        </w:rPr>
        <w:t>Les vitrages surlignés en jaunes sont compris dans le présent marché</w:t>
      </w:r>
    </w:p>
    <w:sectPr w:rsidR="001E652E" w:rsidSect="009D2867">
      <w:footerReference w:type="default" r:id="rId21"/>
      <w:footerReference w:type="first" r:id="rId22"/>
      <w:pgSz w:w="11906" w:h="16838" w:code="9"/>
      <w:pgMar w:top="510" w:right="1134" w:bottom="1021" w:left="1134" w:header="113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50C" w:rsidRDefault="00F3050C">
      <w:r>
        <w:separator/>
      </w:r>
    </w:p>
  </w:endnote>
  <w:endnote w:type="continuationSeparator" w:id="0">
    <w:p w:rsidR="00F3050C" w:rsidRDefault="00F3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C3" w:rsidRPr="002809BC" w:rsidRDefault="00043C82" w:rsidP="002809BC">
    <w:pPr>
      <w:pStyle w:val="Pieddepage"/>
      <w:pBdr>
        <w:top w:val="single" w:sz="4" w:space="1" w:color="auto"/>
      </w:pBdr>
      <w:jc w:val="center"/>
      <w:rPr>
        <w:rFonts w:ascii="Arial" w:hAnsi="Arial"/>
        <w:bCs/>
        <w:i/>
        <w:color w:val="808080" w:themeColor="background1" w:themeShade="80"/>
        <w:sz w:val="18"/>
      </w:rPr>
    </w:pPr>
    <w:r>
      <w:rPr>
        <w:rFonts w:ascii="Arial" w:hAnsi="Arial"/>
        <w:i/>
        <w:color w:val="808080" w:themeColor="background1" w:themeShade="80"/>
        <w:sz w:val="18"/>
      </w:rPr>
      <w:t>R</w:t>
    </w:r>
    <w:r w:rsidR="009C1322">
      <w:rPr>
        <w:rFonts w:ascii="Arial" w:hAnsi="Arial"/>
        <w:i/>
        <w:color w:val="808080" w:themeColor="background1" w:themeShade="80"/>
        <w:sz w:val="18"/>
      </w:rPr>
      <w:t>C</w:t>
    </w:r>
    <w:r w:rsidR="006310C3" w:rsidRPr="0011084A">
      <w:rPr>
        <w:rFonts w:ascii="Arial" w:hAnsi="Arial"/>
        <w:i/>
        <w:color w:val="808080" w:themeColor="background1" w:themeShade="80"/>
        <w:sz w:val="18"/>
      </w:rPr>
      <w:t xml:space="preserve"> </w:t>
    </w:r>
    <w:r w:rsidR="006310C3">
      <w:rPr>
        <w:rFonts w:ascii="Arial" w:hAnsi="Arial"/>
        <w:i/>
        <w:color w:val="808080" w:themeColor="background1" w:themeShade="80"/>
        <w:sz w:val="18"/>
      </w:rPr>
      <w:t xml:space="preserve"> – </w:t>
    </w:r>
    <w:r w:rsidR="00E03C11">
      <w:rPr>
        <w:rFonts w:ascii="Arial" w:hAnsi="Arial"/>
        <w:i/>
        <w:color w:val="808080" w:themeColor="background1" w:themeShade="80"/>
        <w:sz w:val="18"/>
      </w:rPr>
      <w:t xml:space="preserve"> </w:t>
    </w:r>
    <w:r w:rsidR="00FC6E6B">
      <w:rPr>
        <w:rFonts w:ascii="Arial" w:hAnsi="Arial"/>
        <w:i/>
        <w:color w:val="808080" w:themeColor="background1" w:themeShade="80"/>
        <w:sz w:val="18"/>
      </w:rPr>
      <w:t xml:space="preserve">Externalisation entretien locaux et surfaces vitrées                                           </w:t>
    </w:r>
    <w:r w:rsidR="009C1322" w:rsidRPr="0011084A">
      <w:rPr>
        <w:rFonts w:ascii="Arial" w:hAnsi="Arial"/>
        <w:i/>
        <w:iCs/>
        <w:color w:val="808080" w:themeColor="background1" w:themeShade="80"/>
        <w:sz w:val="18"/>
      </w:rPr>
      <w:t xml:space="preserve"> </w:t>
    </w:r>
    <w:r w:rsidR="009C1322">
      <w:rPr>
        <w:rFonts w:ascii="Arial" w:hAnsi="Arial"/>
        <w:i/>
        <w:iCs/>
        <w:color w:val="808080" w:themeColor="background1" w:themeShade="80"/>
        <w:sz w:val="18"/>
      </w:rPr>
      <w:t xml:space="preserve">                                            </w: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PAGE </w:instrTex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9D2867">
      <w:rPr>
        <w:rFonts w:ascii="Arial" w:hAnsi="Arial"/>
        <w:i/>
        <w:iCs/>
        <w:noProof/>
        <w:color w:val="808080" w:themeColor="background1" w:themeShade="80"/>
        <w:sz w:val="18"/>
      </w:rPr>
      <w:t>2</w:t>
    </w:r>
    <w:r w:rsidR="006310C3" w:rsidRPr="0011084A">
      <w:rPr>
        <w:rFonts w:ascii="Arial" w:hAnsi="Arial"/>
        <w:i/>
        <w:color w:val="808080" w:themeColor="background1" w:themeShade="80"/>
        <w:sz w:val="18"/>
      </w:rPr>
      <w:fldChar w:fldCharType="end"/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t>/</w: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NUMPAGES </w:instrText>
    </w:r>
    <w:r w:rsidR="006310C3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9D2867">
      <w:rPr>
        <w:rFonts w:ascii="Arial" w:hAnsi="Arial"/>
        <w:i/>
        <w:iCs/>
        <w:noProof/>
        <w:color w:val="808080" w:themeColor="background1" w:themeShade="80"/>
        <w:sz w:val="18"/>
      </w:rPr>
      <w:t>2</w:t>
    </w:r>
    <w:r w:rsidR="006310C3" w:rsidRPr="0011084A">
      <w:rPr>
        <w:rFonts w:ascii="Arial" w:hAnsi="Arial"/>
        <w:i/>
        <w:color w:val="808080" w:themeColor="background1" w:themeShade="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C3" w:rsidRPr="009734AC" w:rsidRDefault="006310C3" w:rsidP="009734AC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4080F">
      <w:rPr>
        <w:rFonts w:ascii="Arial" w:hAnsi="Arial"/>
        <w:b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50C" w:rsidRDefault="00F3050C">
      <w:r>
        <w:separator/>
      </w:r>
    </w:p>
  </w:footnote>
  <w:footnote w:type="continuationSeparator" w:id="0">
    <w:p w:rsidR="00F3050C" w:rsidRDefault="00F30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5331"/>
      </v:shape>
    </w:pict>
  </w:numPicBullet>
  <w:numPicBullet w:numPicBulletId="1">
    <w:pict>
      <v:shape id="_x0000_i1035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60B04DD"/>
    <w:multiLevelType w:val="hybridMultilevel"/>
    <w:tmpl w:val="A000D254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04D46"/>
    <w:multiLevelType w:val="hybridMultilevel"/>
    <w:tmpl w:val="69B48C58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73D"/>
    <w:multiLevelType w:val="hybridMultilevel"/>
    <w:tmpl w:val="83688A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A4A6F"/>
    <w:multiLevelType w:val="hybridMultilevel"/>
    <w:tmpl w:val="B2E813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6BA"/>
    <w:multiLevelType w:val="hybridMultilevel"/>
    <w:tmpl w:val="BEDEE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D6BA2"/>
    <w:multiLevelType w:val="hybridMultilevel"/>
    <w:tmpl w:val="D690D9B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4C5F78"/>
    <w:multiLevelType w:val="hybridMultilevel"/>
    <w:tmpl w:val="9614FAE8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D655C"/>
    <w:multiLevelType w:val="hybridMultilevel"/>
    <w:tmpl w:val="071E7852"/>
    <w:lvl w:ilvl="0" w:tplc="A34C1326">
      <w:start w:val="1"/>
      <w:numFmt w:val="decimal"/>
      <w:pStyle w:val="Style2"/>
      <w:lvlText w:val="6.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32F7661"/>
    <w:multiLevelType w:val="hybridMultilevel"/>
    <w:tmpl w:val="801893D4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143C8"/>
    <w:multiLevelType w:val="hybridMultilevel"/>
    <w:tmpl w:val="41B8C002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16099"/>
    <w:multiLevelType w:val="hybridMultilevel"/>
    <w:tmpl w:val="36108796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1FA750C"/>
    <w:multiLevelType w:val="hybridMultilevel"/>
    <w:tmpl w:val="DAAC9BA2"/>
    <w:lvl w:ilvl="0" w:tplc="D674C9B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36FA86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F76684"/>
    <w:multiLevelType w:val="hybridMultilevel"/>
    <w:tmpl w:val="360861D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57DD9"/>
    <w:multiLevelType w:val="hybridMultilevel"/>
    <w:tmpl w:val="90EAE5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2664F"/>
    <w:multiLevelType w:val="hybridMultilevel"/>
    <w:tmpl w:val="7FF2C71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73D7F"/>
    <w:multiLevelType w:val="hybridMultilevel"/>
    <w:tmpl w:val="F8428A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3164F"/>
    <w:multiLevelType w:val="hybridMultilevel"/>
    <w:tmpl w:val="F510FB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E4785A"/>
    <w:multiLevelType w:val="hybridMultilevel"/>
    <w:tmpl w:val="8E8AC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276A7"/>
    <w:multiLevelType w:val="hybridMultilevel"/>
    <w:tmpl w:val="54FCB490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C071A0"/>
    <w:multiLevelType w:val="hybridMultilevel"/>
    <w:tmpl w:val="BBDC5D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E41C6"/>
    <w:multiLevelType w:val="hybridMultilevel"/>
    <w:tmpl w:val="87CC078E"/>
    <w:lvl w:ilvl="0" w:tplc="34143D48">
      <w:start w:val="1"/>
      <w:numFmt w:val="decimal"/>
      <w:pStyle w:val="Style4"/>
      <w:suff w:val="space"/>
      <w:lvlText w:val="3-1.2.%1"/>
      <w:lvlJc w:val="left"/>
      <w:pPr>
        <w:ind w:left="786" w:hanging="360"/>
      </w:pPr>
      <w:rPr>
        <w:rFonts w:ascii="Arial" w:hAnsi="Arial" w:cs="Times New Roman" w:hint="default"/>
        <w:b w:val="0"/>
        <w:bCs w:val="0"/>
        <w:i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17" w:hanging="360"/>
      </w:pPr>
    </w:lvl>
    <w:lvl w:ilvl="2" w:tplc="040C001B" w:tentative="1">
      <w:start w:val="1"/>
      <w:numFmt w:val="lowerRoman"/>
      <w:lvlText w:val="%3."/>
      <w:lvlJc w:val="right"/>
      <w:pPr>
        <w:ind w:left="2237" w:hanging="180"/>
      </w:pPr>
    </w:lvl>
    <w:lvl w:ilvl="3" w:tplc="040C000F" w:tentative="1">
      <w:start w:val="1"/>
      <w:numFmt w:val="decimal"/>
      <w:lvlText w:val="%4."/>
      <w:lvlJc w:val="left"/>
      <w:pPr>
        <w:ind w:left="2957" w:hanging="360"/>
      </w:pPr>
    </w:lvl>
    <w:lvl w:ilvl="4" w:tplc="040C0019" w:tentative="1">
      <w:start w:val="1"/>
      <w:numFmt w:val="lowerLetter"/>
      <w:lvlText w:val="%5."/>
      <w:lvlJc w:val="left"/>
      <w:pPr>
        <w:ind w:left="3677" w:hanging="360"/>
      </w:pPr>
    </w:lvl>
    <w:lvl w:ilvl="5" w:tplc="040C001B" w:tentative="1">
      <w:start w:val="1"/>
      <w:numFmt w:val="lowerRoman"/>
      <w:lvlText w:val="%6."/>
      <w:lvlJc w:val="right"/>
      <w:pPr>
        <w:ind w:left="4397" w:hanging="180"/>
      </w:pPr>
    </w:lvl>
    <w:lvl w:ilvl="6" w:tplc="040C000F" w:tentative="1">
      <w:start w:val="1"/>
      <w:numFmt w:val="decimal"/>
      <w:lvlText w:val="%7."/>
      <w:lvlJc w:val="left"/>
      <w:pPr>
        <w:ind w:left="5117" w:hanging="360"/>
      </w:pPr>
    </w:lvl>
    <w:lvl w:ilvl="7" w:tplc="040C0019" w:tentative="1">
      <w:start w:val="1"/>
      <w:numFmt w:val="lowerLetter"/>
      <w:lvlText w:val="%8."/>
      <w:lvlJc w:val="left"/>
      <w:pPr>
        <w:ind w:left="5837" w:hanging="360"/>
      </w:pPr>
    </w:lvl>
    <w:lvl w:ilvl="8" w:tplc="040C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69F9379A"/>
    <w:multiLevelType w:val="hybridMultilevel"/>
    <w:tmpl w:val="ABC67442"/>
    <w:lvl w:ilvl="0" w:tplc="040C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0497578"/>
    <w:multiLevelType w:val="singleLevel"/>
    <w:tmpl w:val="89FE57BC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74BD54D8"/>
    <w:multiLevelType w:val="hybridMultilevel"/>
    <w:tmpl w:val="3B102EC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EF2BF5"/>
    <w:multiLevelType w:val="hybridMultilevel"/>
    <w:tmpl w:val="0B9A4F4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15977"/>
    <w:multiLevelType w:val="hybridMultilevel"/>
    <w:tmpl w:val="CCDEE2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6663E"/>
    <w:multiLevelType w:val="hybridMultilevel"/>
    <w:tmpl w:val="2EF27AF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3D651A"/>
    <w:multiLevelType w:val="hybridMultilevel"/>
    <w:tmpl w:val="EA7A1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24251"/>
    <w:multiLevelType w:val="hybridMultilevel"/>
    <w:tmpl w:val="097A0D74"/>
    <w:lvl w:ilvl="0" w:tplc="8618C144">
      <w:start w:val="1"/>
      <w:numFmt w:val="decimal"/>
      <w:pStyle w:val="Titre4"/>
      <w:suff w:val="space"/>
      <w:lvlText w:val="3-1.2.%1"/>
      <w:lvlJc w:val="left"/>
      <w:pPr>
        <w:ind w:left="709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7B9A0EEE"/>
    <w:multiLevelType w:val="hybridMultilevel"/>
    <w:tmpl w:val="DC345EC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E0921"/>
    <w:multiLevelType w:val="multilevel"/>
    <w:tmpl w:val="BF7CAB8E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2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b w:val="0"/>
        <w:i w:val="0"/>
        <w:strike w:val="0"/>
        <w:color w:val="000000"/>
        <w:sz w:val="20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000000"/>
        <w:sz w:val="20"/>
        <w:u w:val="none"/>
      </w:rPr>
    </w:lvl>
  </w:abstractNum>
  <w:num w:numId="1">
    <w:abstractNumId w:val="29"/>
  </w:num>
  <w:num w:numId="2">
    <w:abstractNumId w:val="8"/>
  </w:num>
  <w:num w:numId="3">
    <w:abstractNumId w:val="21"/>
  </w:num>
  <w:num w:numId="4">
    <w:abstractNumId w:val="23"/>
  </w:num>
  <w:num w:numId="5">
    <w:abstractNumId w:val="0"/>
  </w:num>
  <w:num w:numId="6">
    <w:abstractNumId w:val="12"/>
  </w:num>
  <w:num w:numId="7">
    <w:abstractNumId w:val="20"/>
  </w:num>
  <w:num w:numId="8">
    <w:abstractNumId w:val="28"/>
  </w:num>
  <w:num w:numId="9">
    <w:abstractNumId w:val="14"/>
  </w:num>
  <w:num w:numId="10">
    <w:abstractNumId w:val="26"/>
  </w:num>
  <w:num w:numId="11">
    <w:abstractNumId w:val="24"/>
  </w:num>
  <w:num w:numId="12">
    <w:abstractNumId w:val="17"/>
  </w:num>
  <w:num w:numId="13">
    <w:abstractNumId w:val="27"/>
  </w:num>
  <w:num w:numId="14">
    <w:abstractNumId w:val="11"/>
  </w:num>
  <w:num w:numId="15">
    <w:abstractNumId w:val="4"/>
  </w:num>
  <w:num w:numId="16">
    <w:abstractNumId w:val="7"/>
  </w:num>
  <w:num w:numId="17">
    <w:abstractNumId w:val="19"/>
  </w:num>
  <w:num w:numId="18">
    <w:abstractNumId w:val="31"/>
  </w:num>
  <w:num w:numId="19">
    <w:abstractNumId w:val="16"/>
  </w:num>
  <w:num w:numId="20">
    <w:abstractNumId w:val="10"/>
  </w:num>
  <w:num w:numId="21">
    <w:abstractNumId w:val="30"/>
  </w:num>
  <w:num w:numId="22">
    <w:abstractNumId w:val="1"/>
  </w:num>
  <w:num w:numId="23">
    <w:abstractNumId w:val="2"/>
  </w:num>
  <w:num w:numId="24">
    <w:abstractNumId w:val="9"/>
  </w:num>
  <w:num w:numId="25">
    <w:abstractNumId w:val="25"/>
  </w:num>
  <w:num w:numId="26">
    <w:abstractNumId w:val="22"/>
  </w:num>
  <w:num w:numId="27">
    <w:abstractNumId w:val="18"/>
  </w:num>
  <w:num w:numId="28">
    <w:abstractNumId w:val="6"/>
  </w:num>
  <w:num w:numId="29">
    <w:abstractNumId w:val="15"/>
  </w:num>
  <w:num w:numId="30">
    <w:abstractNumId w:val="5"/>
  </w:num>
  <w:num w:numId="31">
    <w:abstractNumId w:val="13"/>
  </w:num>
  <w:num w:numId="3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D7"/>
    <w:rsid w:val="00000DF7"/>
    <w:rsid w:val="00000FC1"/>
    <w:rsid w:val="00002ECD"/>
    <w:rsid w:val="00003BE9"/>
    <w:rsid w:val="00005055"/>
    <w:rsid w:val="00007BF7"/>
    <w:rsid w:val="000100F9"/>
    <w:rsid w:val="0001520C"/>
    <w:rsid w:val="00016EE4"/>
    <w:rsid w:val="0001772E"/>
    <w:rsid w:val="0002349E"/>
    <w:rsid w:val="00024FB6"/>
    <w:rsid w:val="00025EC3"/>
    <w:rsid w:val="00026FC5"/>
    <w:rsid w:val="00031D54"/>
    <w:rsid w:val="00041B6B"/>
    <w:rsid w:val="0004205B"/>
    <w:rsid w:val="0004305F"/>
    <w:rsid w:val="00043C82"/>
    <w:rsid w:val="00044CA9"/>
    <w:rsid w:val="0004502E"/>
    <w:rsid w:val="00045222"/>
    <w:rsid w:val="0005027E"/>
    <w:rsid w:val="0005109A"/>
    <w:rsid w:val="00051451"/>
    <w:rsid w:val="00051C88"/>
    <w:rsid w:val="000522CC"/>
    <w:rsid w:val="000523CC"/>
    <w:rsid w:val="0005354E"/>
    <w:rsid w:val="000602BB"/>
    <w:rsid w:val="000617C6"/>
    <w:rsid w:val="00062622"/>
    <w:rsid w:val="00062CF8"/>
    <w:rsid w:val="00064239"/>
    <w:rsid w:val="000677D1"/>
    <w:rsid w:val="00074BCA"/>
    <w:rsid w:val="00075EE2"/>
    <w:rsid w:val="00076D14"/>
    <w:rsid w:val="00076D35"/>
    <w:rsid w:val="00076E4C"/>
    <w:rsid w:val="00082470"/>
    <w:rsid w:val="0008762B"/>
    <w:rsid w:val="00090BBC"/>
    <w:rsid w:val="000930C3"/>
    <w:rsid w:val="00095B67"/>
    <w:rsid w:val="000A003E"/>
    <w:rsid w:val="000A7410"/>
    <w:rsid w:val="000A7C6D"/>
    <w:rsid w:val="000A7CDC"/>
    <w:rsid w:val="000B3044"/>
    <w:rsid w:val="000B516B"/>
    <w:rsid w:val="000B6AC1"/>
    <w:rsid w:val="000B75E5"/>
    <w:rsid w:val="000C181F"/>
    <w:rsid w:val="000C3CAA"/>
    <w:rsid w:val="000C5729"/>
    <w:rsid w:val="000D0199"/>
    <w:rsid w:val="000D0D71"/>
    <w:rsid w:val="000D148F"/>
    <w:rsid w:val="000D4504"/>
    <w:rsid w:val="000D5362"/>
    <w:rsid w:val="000D6AA5"/>
    <w:rsid w:val="000E211C"/>
    <w:rsid w:val="000E309D"/>
    <w:rsid w:val="000E496A"/>
    <w:rsid w:val="000E6A90"/>
    <w:rsid w:val="000F35A1"/>
    <w:rsid w:val="000F3C8E"/>
    <w:rsid w:val="000F4216"/>
    <w:rsid w:val="00102E54"/>
    <w:rsid w:val="001043D5"/>
    <w:rsid w:val="00104A18"/>
    <w:rsid w:val="00105C68"/>
    <w:rsid w:val="00107226"/>
    <w:rsid w:val="00110550"/>
    <w:rsid w:val="0011240F"/>
    <w:rsid w:val="0011562F"/>
    <w:rsid w:val="001175D1"/>
    <w:rsid w:val="00121214"/>
    <w:rsid w:val="001212F0"/>
    <w:rsid w:val="00121BCB"/>
    <w:rsid w:val="001222A8"/>
    <w:rsid w:val="00125CF4"/>
    <w:rsid w:val="001274C7"/>
    <w:rsid w:val="00130069"/>
    <w:rsid w:val="00130E30"/>
    <w:rsid w:val="00132C70"/>
    <w:rsid w:val="00134617"/>
    <w:rsid w:val="001346BD"/>
    <w:rsid w:val="00137344"/>
    <w:rsid w:val="001377C5"/>
    <w:rsid w:val="00140E89"/>
    <w:rsid w:val="00144FB4"/>
    <w:rsid w:val="0014510E"/>
    <w:rsid w:val="00145245"/>
    <w:rsid w:val="00145933"/>
    <w:rsid w:val="001459B1"/>
    <w:rsid w:val="00145F6F"/>
    <w:rsid w:val="00146236"/>
    <w:rsid w:val="00146E39"/>
    <w:rsid w:val="001476FB"/>
    <w:rsid w:val="001479AF"/>
    <w:rsid w:val="00150934"/>
    <w:rsid w:val="0015242E"/>
    <w:rsid w:val="0015463C"/>
    <w:rsid w:val="001568A3"/>
    <w:rsid w:val="00160AD5"/>
    <w:rsid w:val="00161A54"/>
    <w:rsid w:val="00161CA1"/>
    <w:rsid w:val="00163917"/>
    <w:rsid w:val="001641B9"/>
    <w:rsid w:val="00164F6B"/>
    <w:rsid w:val="0016796B"/>
    <w:rsid w:val="00171FD5"/>
    <w:rsid w:val="00176BF5"/>
    <w:rsid w:val="00185A11"/>
    <w:rsid w:val="00192F35"/>
    <w:rsid w:val="0019396B"/>
    <w:rsid w:val="001951DD"/>
    <w:rsid w:val="00197301"/>
    <w:rsid w:val="00197631"/>
    <w:rsid w:val="001A0A8A"/>
    <w:rsid w:val="001A17E7"/>
    <w:rsid w:val="001A1B23"/>
    <w:rsid w:val="001A27ED"/>
    <w:rsid w:val="001A5270"/>
    <w:rsid w:val="001B0104"/>
    <w:rsid w:val="001B054C"/>
    <w:rsid w:val="001B30EC"/>
    <w:rsid w:val="001B464F"/>
    <w:rsid w:val="001B53DA"/>
    <w:rsid w:val="001B5693"/>
    <w:rsid w:val="001B571B"/>
    <w:rsid w:val="001C07FB"/>
    <w:rsid w:val="001C1D8A"/>
    <w:rsid w:val="001C3DE6"/>
    <w:rsid w:val="001C4912"/>
    <w:rsid w:val="001C78EC"/>
    <w:rsid w:val="001C7A3A"/>
    <w:rsid w:val="001D0828"/>
    <w:rsid w:val="001D1C36"/>
    <w:rsid w:val="001D2047"/>
    <w:rsid w:val="001D30B6"/>
    <w:rsid w:val="001D3981"/>
    <w:rsid w:val="001D3D58"/>
    <w:rsid w:val="001D44BD"/>
    <w:rsid w:val="001D53C5"/>
    <w:rsid w:val="001D68F9"/>
    <w:rsid w:val="001E159D"/>
    <w:rsid w:val="001E652E"/>
    <w:rsid w:val="001F0AB2"/>
    <w:rsid w:val="001F14C8"/>
    <w:rsid w:val="001F2558"/>
    <w:rsid w:val="001F53EF"/>
    <w:rsid w:val="002031D8"/>
    <w:rsid w:val="00203C00"/>
    <w:rsid w:val="0020429A"/>
    <w:rsid w:val="00204FFA"/>
    <w:rsid w:val="00210047"/>
    <w:rsid w:val="00211346"/>
    <w:rsid w:val="00211EA3"/>
    <w:rsid w:val="00215C3B"/>
    <w:rsid w:val="00216E0F"/>
    <w:rsid w:val="002173C6"/>
    <w:rsid w:val="00217BB8"/>
    <w:rsid w:val="00217F9F"/>
    <w:rsid w:val="0022331B"/>
    <w:rsid w:val="0022441E"/>
    <w:rsid w:val="00225CDA"/>
    <w:rsid w:val="00231567"/>
    <w:rsid w:val="00234E57"/>
    <w:rsid w:val="002405E8"/>
    <w:rsid w:val="00241C1F"/>
    <w:rsid w:val="00243AB9"/>
    <w:rsid w:val="00245B0D"/>
    <w:rsid w:val="00246CF5"/>
    <w:rsid w:val="00250868"/>
    <w:rsid w:val="00252640"/>
    <w:rsid w:val="00253BD8"/>
    <w:rsid w:val="00253F75"/>
    <w:rsid w:val="00253FDE"/>
    <w:rsid w:val="00254D22"/>
    <w:rsid w:val="002604E4"/>
    <w:rsid w:val="00261BCE"/>
    <w:rsid w:val="00262A50"/>
    <w:rsid w:val="00262C10"/>
    <w:rsid w:val="00263FE6"/>
    <w:rsid w:val="00272618"/>
    <w:rsid w:val="00274C51"/>
    <w:rsid w:val="00274C52"/>
    <w:rsid w:val="00275F4B"/>
    <w:rsid w:val="0027652C"/>
    <w:rsid w:val="00276531"/>
    <w:rsid w:val="00276C89"/>
    <w:rsid w:val="00280396"/>
    <w:rsid w:val="002809BC"/>
    <w:rsid w:val="0028447D"/>
    <w:rsid w:val="00285DC4"/>
    <w:rsid w:val="002945A6"/>
    <w:rsid w:val="00295687"/>
    <w:rsid w:val="002A009A"/>
    <w:rsid w:val="002A0931"/>
    <w:rsid w:val="002A18D0"/>
    <w:rsid w:val="002A26AC"/>
    <w:rsid w:val="002A59D2"/>
    <w:rsid w:val="002A6642"/>
    <w:rsid w:val="002A7485"/>
    <w:rsid w:val="002B0BE6"/>
    <w:rsid w:val="002B2F20"/>
    <w:rsid w:val="002B3170"/>
    <w:rsid w:val="002B46C5"/>
    <w:rsid w:val="002B4B6C"/>
    <w:rsid w:val="002C2790"/>
    <w:rsid w:val="002C4DF6"/>
    <w:rsid w:val="002C58EE"/>
    <w:rsid w:val="002C5D8D"/>
    <w:rsid w:val="002C7C04"/>
    <w:rsid w:val="002D0A22"/>
    <w:rsid w:val="002D2E1C"/>
    <w:rsid w:val="002D30D7"/>
    <w:rsid w:val="002D5CA7"/>
    <w:rsid w:val="002D5EA1"/>
    <w:rsid w:val="002D6791"/>
    <w:rsid w:val="002E2A26"/>
    <w:rsid w:val="002F0E31"/>
    <w:rsid w:val="002F1566"/>
    <w:rsid w:val="002F5A83"/>
    <w:rsid w:val="002F7184"/>
    <w:rsid w:val="00301B30"/>
    <w:rsid w:val="00302DD4"/>
    <w:rsid w:val="00303ED1"/>
    <w:rsid w:val="00304162"/>
    <w:rsid w:val="00304D40"/>
    <w:rsid w:val="003065B9"/>
    <w:rsid w:val="00311C07"/>
    <w:rsid w:val="003123B1"/>
    <w:rsid w:val="00312764"/>
    <w:rsid w:val="00314C89"/>
    <w:rsid w:val="00315AC5"/>
    <w:rsid w:val="0031691D"/>
    <w:rsid w:val="00316D24"/>
    <w:rsid w:val="00317BAA"/>
    <w:rsid w:val="00317EBA"/>
    <w:rsid w:val="00323E76"/>
    <w:rsid w:val="0032478E"/>
    <w:rsid w:val="0032590F"/>
    <w:rsid w:val="00326477"/>
    <w:rsid w:val="00330D9D"/>
    <w:rsid w:val="00332EDF"/>
    <w:rsid w:val="0033307F"/>
    <w:rsid w:val="00334022"/>
    <w:rsid w:val="00335282"/>
    <w:rsid w:val="00335471"/>
    <w:rsid w:val="00336F2F"/>
    <w:rsid w:val="003408FB"/>
    <w:rsid w:val="00341E15"/>
    <w:rsid w:val="00345506"/>
    <w:rsid w:val="0034650B"/>
    <w:rsid w:val="00347B8F"/>
    <w:rsid w:val="00351674"/>
    <w:rsid w:val="00353DF6"/>
    <w:rsid w:val="00355123"/>
    <w:rsid w:val="00355442"/>
    <w:rsid w:val="00356B63"/>
    <w:rsid w:val="00362377"/>
    <w:rsid w:val="003639F9"/>
    <w:rsid w:val="00367B7F"/>
    <w:rsid w:val="00371319"/>
    <w:rsid w:val="00371807"/>
    <w:rsid w:val="003724D1"/>
    <w:rsid w:val="00374E54"/>
    <w:rsid w:val="0037595D"/>
    <w:rsid w:val="0038169E"/>
    <w:rsid w:val="003819A2"/>
    <w:rsid w:val="00382C7F"/>
    <w:rsid w:val="0038318D"/>
    <w:rsid w:val="003924D5"/>
    <w:rsid w:val="00392D0C"/>
    <w:rsid w:val="00393EB0"/>
    <w:rsid w:val="0039746D"/>
    <w:rsid w:val="003A05B4"/>
    <w:rsid w:val="003A229D"/>
    <w:rsid w:val="003A22AA"/>
    <w:rsid w:val="003A6182"/>
    <w:rsid w:val="003B0193"/>
    <w:rsid w:val="003B31A3"/>
    <w:rsid w:val="003B489E"/>
    <w:rsid w:val="003B6CC2"/>
    <w:rsid w:val="003B6FFB"/>
    <w:rsid w:val="003C3542"/>
    <w:rsid w:val="003C448C"/>
    <w:rsid w:val="003C480A"/>
    <w:rsid w:val="003C5152"/>
    <w:rsid w:val="003C7035"/>
    <w:rsid w:val="003C7493"/>
    <w:rsid w:val="003D15E5"/>
    <w:rsid w:val="003D2D4D"/>
    <w:rsid w:val="003D6AD3"/>
    <w:rsid w:val="003E0667"/>
    <w:rsid w:val="003E08E0"/>
    <w:rsid w:val="003E36FC"/>
    <w:rsid w:val="003E439B"/>
    <w:rsid w:val="003E6DB6"/>
    <w:rsid w:val="003E71BD"/>
    <w:rsid w:val="003F150C"/>
    <w:rsid w:val="003F5D41"/>
    <w:rsid w:val="00401928"/>
    <w:rsid w:val="00402279"/>
    <w:rsid w:val="004025B5"/>
    <w:rsid w:val="00403A6D"/>
    <w:rsid w:val="00404670"/>
    <w:rsid w:val="00405955"/>
    <w:rsid w:val="0040745C"/>
    <w:rsid w:val="00407C59"/>
    <w:rsid w:val="00411E61"/>
    <w:rsid w:val="00412728"/>
    <w:rsid w:val="00414F80"/>
    <w:rsid w:val="00415646"/>
    <w:rsid w:val="004173D4"/>
    <w:rsid w:val="00417470"/>
    <w:rsid w:val="00421DF4"/>
    <w:rsid w:val="004260F6"/>
    <w:rsid w:val="00427D3F"/>
    <w:rsid w:val="00433CF1"/>
    <w:rsid w:val="00434F2F"/>
    <w:rsid w:val="00437A5A"/>
    <w:rsid w:val="004418D4"/>
    <w:rsid w:val="00446A09"/>
    <w:rsid w:val="004477E9"/>
    <w:rsid w:val="00450503"/>
    <w:rsid w:val="00454D93"/>
    <w:rsid w:val="00456375"/>
    <w:rsid w:val="00456496"/>
    <w:rsid w:val="0045777D"/>
    <w:rsid w:val="004579A8"/>
    <w:rsid w:val="00460E5A"/>
    <w:rsid w:val="004650C5"/>
    <w:rsid w:val="00466DBE"/>
    <w:rsid w:val="0047160E"/>
    <w:rsid w:val="004716E4"/>
    <w:rsid w:val="004717D8"/>
    <w:rsid w:val="00471C6B"/>
    <w:rsid w:val="0047211C"/>
    <w:rsid w:val="00474305"/>
    <w:rsid w:val="00476441"/>
    <w:rsid w:val="0047794F"/>
    <w:rsid w:val="004808BB"/>
    <w:rsid w:val="00482403"/>
    <w:rsid w:val="00484665"/>
    <w:rsid w:val="004860C3"/>
    <w:rsid w:val="00486F7F"/>
    <w:rsid w:val="00490D5B"/>
    <w:rsid w:val="00490DE1"/>
    <w:rsid w:val="00491240"/>
    <w:rsid w:val="004918CF"/>
    <w:rsid w:val="0049476F"/>
    <w:rsid w:val="004A723F"/>
    <w:rsid w:val="004A7A6A"/>
    <w:rsid w:val="004B1384"/>
    <w:rsid w:val="004B1622"/>
    <w:rsid w:val="004B1C3B"/>
    <w:rsid w:val="004B2779"/>
    <w:rsid w:val="004B47C5"/>
    <w:rsid w:val="004B49B9"/>
    <w:rsid w:val="004B5860"/>
    <w:rsid w:val="004B6D58"/>
    <w:rsid w:val="004B716F"/>
    <w:rsid w:val="004B789D"/>
    <w:rsid w:val="004C1CB8"/>
    <w:rsid w:val="004C3EE9"/>
    <w:rsid w:val="004C6003"/>
    <w:rsid w:val="004C6575"/>
    <w:rsid w:val="004C7708"/>
    <w:rsid w:val="004D3DC5"/>
    <w:rsid w:val="004D405E"/>
    <w:rsid w:val="004D44CE"/>
    <w:rsid w:val="004D777D"/>
    <w:rsid w:val="004E34C3"/>
    <w:rsid w:val="004E51BE"/>
    <w:rsid w:val="004E7087"/>
    <w:rsid w:val="004F1280"/>
    <w:rsid w:val="004F298F"/>
    <w:rsid w:val="004F381E"/>
    <w:rsid w:val="004F3891"/>
    <w:rsid w:val="004F428A"/>
    <w:rsid w:val="004F5543"/>
    <w:rsid w:val="004F5744"/>
    <w:rsid w:val="004F6E11"/>
    <w:rsid w:val="00502C20"/>
    <w:rsid w:val="00502C54"/>
    <w:rsid w:val="005030BF"/>
    <w:rsid w:val="00512089"/>
    <w:rsid w:val="00512E47"/>
    <w:rsid w:val="005223E2"/>
    <w:rsid w:val="0052359B"/>
    <w:rsid w:val="0052398C"/>
    <w:rsid w:val="00523C8E"/>
    <w:rsid w:val="00524805"/>
    <w:rsid w:val="00527E9A"/>
    <w:rsid w:val="00532811"/>
    <w:rsid w:val="00532C47"/>
    <w:rsid w:val="00533AA4"/>
    <w:rsid w:val="00533D26"/>
    <w:rsid w:val="00533F9B"/>
    <w:rsid w:val="00534305"/>
    <w:rsid w:val="005370EC"/>
    <w:rsid w:val="0054031E"/>
    <w:rsid w:val="0054215D"/>
    <w:rsid w:val="00542C0B"/>
    <w:rsid w:val="00542C22"/>
    <w:rsid w:val="005435F5"/>
    <w:rsid w:val="00544728"/>
    <w:rsid w:val="005506FD"/>
    <w:rsid w:val="005512DA"/>
    <w:rsid w:val="00551AE7"/>
    <w:rsid w:val="00551D20"/>
    <w:rsid w:val="0055373A"/>
    <w:rsid w:val="005543BD"/>
    <w:rsid w:val="00554DE3"/>
    <w:rsid w:val="00557992"/>
    <w:rsid w:val="005644E3"/>
    <w:rsid w:val="005658FA"/>
    <w:rsid w:val="005665FE"/>
    <w:rsid w:val="005721E0"/>
    <w:rsid w:val="00572E2D"/>
    <w:rsid w:val="0057424D"/>
    <w:rsid w:val="00580836"/>
    <w:rsid w:val="00590176"/>
    <w:rsid w:val="00592955"/>
    <w:rsid w:val="00593677"/>
    <w:rsid w:val="00594FD7"/>
    <w:rsid w:val="00595CB2"/>
    <w:rsid w:val="005A5920"/>
    <w:rsid w:val="005A5D41"/>
    <w:rsid w:val="005A77AA"/>
    <w:rsid w:val="005B0FAD"/>
    <w:rsid w:val="005B3A2A"/>
    <w:rsid w:val="005B3F69"/>
    <w:rsid w:val="005B577C"/>
    <w:rsid w:val="005B581B"/>
    <w:rsid w:val="005B61F3"/>
    <w:rsid w:val="005B7F5C"/>
    <w:rsid w:val="005C1427"/>
    <w:rsid w:val="005C1929"/>
    <w:rsid w:val="005C3B0A"/>
    <w:rsid w:val="005C3FB3"/>
    <w:rsid w:val="005C6AD0"/>
    <w:rsid w:val="005D156E"/>
    <w:rsid w:val="005D2026"/>
    <w:rsid w:val="005D26AA"/>
    <w:rsid w:val="005D2788"/>
    <w:rsid w:val="005D57BC"/>
    <w:rsid w:val="005D7CA8"/>
    <w:rsid w:val="005D7E22"/>
    <w:rsid w:val="005E1442"/>
    <w:rsid w:val="005E209B"/>
    <w:rsid w:val="005E29F8"/>
    <w:rsid w:val="005E2CCD"/>
    <w:rsid w:val="005E3318"/>
    <w:rsid w:val="005E60E6"/>
    <w:rsid w:val="005E6B55"/>
    <w:rsid w:val="005E771B"/>
    <w:rsid w:val="005F1711"/>
    <w:rsid w:val="005F34F3"/>
    <w:rsid w:val="005F3C03"/>
    <w:rsid w:val="005F3D8A"/>
    <w:rsid w:val="005F7007"/>
    <w:rsid w:val="005F781A"/>
    <w:rsid w:val="005F799C"/>
    <w:rsid w:val="00603336"/>
    <w:rsid w:val="00605139"/>
    <w:rsid w:val="0061085B"/>
    <w:rsid w:val="006120CB"/>
    <w:rsid w:val="00614EE3"/>
    <w:rsid w:val="006179BA"/>
    <w:rsid w:val="0062547C"/>
    <w:rsid w:val="00625DB5"/>
    <w:rsid w:val="00626CA7"/>
    <w:rsid w:val="0062769F"/>
    <w:rsid w:val="00630E2C"/>
    <w:rsid w:val="006310C3"/>
    <w:rsid w:val="006318F0"/>
    <w:rsid w:val="00635211"/>
    <w:rsid w:val="006359F1"/>
    <w:rsid w:val="00635DBD"/>
    <w:rsid w:val="00637688"/>
    <w:rsid w:val="006405B2"/>
    <w:rsid w:val="0064103E"/>
    <w:rsid w:val="0064321A"/>
    <w:rsid w:val="006435C9"/>
    <w:rsid w:val="00643BC9"/>
    <w:rsid w:val="00643D40"/>
    <w:rsid w:val="00647610"/>
    <w:rsid w:val="0064775C"/>
    <w:rsid w:val="006523B1"/>
    <w:rsid w:val="00654CAC"/>
    <w:rsid w:val="006552DB"/>
    <w:rsid w:val="00662099"/>
    <w:rsid w:val="00662DEB"/>
    <w:rsid w:val="00663BF9"/>
    <w:rsid w:val="00663CF0"/>
    <w:rsid w:val="00665AB6"/>
    <w:rsid w:val="006724F1"/>
    <w:rsid w:val="00673CDC"/>
    <w:rsid w:val="006825BB"/>
    <w:rsid w:val="00686987"/>
    <w:rsid w:val="006877BE"/>
    <w:rsid w:val="0069591F"/>
    <w:rsid w:val="0069726A"/>
    <w:rsid w:val="006A041A"/>
    <w:rsid w:val="006A0511"/>
    <w:rsid w:val="006A4D05"/>
    <w:rsid w:val="006A6237"/>
    <w:rsid w:val="006A7435"/>
    <w:rsid w:val="006A7F10"/>
    <w:rsid w:val="006B241C"/>
    <w:rsid w:val="006B4ED4"/>
    <w:rsid w:val="006B5A7F"/>
    <w:rsid w:val="006B5D98"/>
    <w:rsid w:val="006C0F8B"/>
    <w:rsid w:val="006C3ECE"/>
    <w:rsid w:val="006C6907"/>
    <w:rsid w:val="006C6D42"/>
    <w:rsid w:val="006C78DF"/>
    <w:rsid w:val="006D11C5"/>
    <w:rsid w:val="006D141E"/>
    <w:rsid w:val="006D1D4D"/>
    <w:rsid w:val="006D22BF"/>
    <w:rsid w:val="006D24F6"/>
    <w:rsid w:val="006D4A95"/>
    <w:rsid w:val="006D7949"/>
    <w:rsid w:val="006E0812"/>
    <w:rsid w:val="006E189F"/>
    <w:rsid w:val="006E296E"/>
    <w:rsid w:val="006E2FFB"/>
    <w:rsid w:val="006E7B15"/>
    <w:rsid w:val="006F2C95"/>
    <w:rsid w:val="006F6392"/>
    <w:rsid w:val="00700BB1"/>
    <w:rsid w:val="0070593C"/>
    <w:rsid w:val="00705C2B"/>
    <w:rsid w:val="00706F1A"/>
    <w:rsid w:val="0071099B"/>
    <w:rsid w:val="00711126"/>
    <w:rsid w:val="0071195B"/>
    <w:rsid w:val="007131E9"/>
    <w:rsid w:val="0071389A"/>
    <w:rsid w:val="00715A77"/>
    <w:rsid w:val="00717DD3"/>
    <w:rsid w:val="00720AA9"/>
    <w:rsid w:val="00722441"/>
    <w:rsid w:val="0072361A"/>
    <w:rsid w:val="007274BB"/>
    <w:rsid w:val="00730886"/>
    <w:rsid w:val="00730C93"/>
    <w:rsid w:val="00730F3F"/>
    <w:rsid w:val="0073257C"/>
    <w:rsid w:val="007332C9"/>
    <w:rsid w:val="007342C7"/>
    <w:rsid w:val="00741A12"/>
    <w:rsid w:val="0074463D"/>
    <w:rsid w:val="00745544"/>
    <w:rsid w:val="00746AC8"/>
    <w:rsid w:val="0075078C"/>
    <w:rsid w:val="007510AC"/>
    <w:rsid w:val="00753884"/>
    <w:rsid w:val="00755295"/>
    <w:rsid w:val="00757D08"/>
    <w:rsid w:val="00760352"/>
    <w:rsid w:val="0076269A"/>
    <w:rsid w:val="00764E19"/>
    <w:rsid w:val="007658C7"/>
    <w:rsid w:val="00765E9C"/>
    <w:rsid w:val="00766E19"/>
    <w:rsid w:val="00770042"/>
    <w:rsid w:val="00770FEE"/>
    <w:rsid w:val="00772192"/>
    <w:rsid w:val="00773B08"/>
    <w:rsid w:val="00773C8C"/>
    <w:rsid w:val="007802ED"/>
    <w:rsid w:val="00780CE4"/>
    <w:rsid w:val="00781219"/>
    <w:rsid w:val="007834D4"/>
    <w:rsid w:val="00785406"/>
    <w:rsid w:val="00786DAC"/>
    <w:rsid w:val="00787FF9"/>
    <w:rsid w:val="0079024F"/>
    <w:rsid w:val="007929A0"/>
    <w:rsid w:val="00792CF4"/>
    <w:rsid w:val="0079348D"/>
    <w:rsid w:val="00793CAB"/>
    <w:rsid w:val="00794354"/>
    <w:rsid w:val="007966CF"/>
    <w:rsid w:val="007A0345"/>
    <w:rsid w:val="007A0C01"/>
    <w:rsid w:val="007A126A"/>
    <w:rsid w:val="007A4939"/>
    <w:rsid w:val="007B1506"/>
    <w:rsid w:val="007B442E"/>
    <w:rsid w:val="007B5A94"/>
    <w:rsid w:val="007B5E79"/>
    <w:rsid w:val="007B6AB5"/>
    <w:rsid w:val="007C0D36"/>
    <w:rsid w:val="007C1B44"/>
    <w:rsid w:val="007C3BBA"/>
    <w:rsid w:val="007C580A"/>
    <w:rsid w:val="007C6D78"/>
    <w:rsid w:val="007D0032"/>
    <w:rsid w:val="007D1213"/>
    <w:rsid w:val="007D22ED"/>
    <w:rsid w:val="007D36E5"/>
    <w:rsid w:val="007D6F69"/>
    <w:rsid w:val="007D76FF"/>
    <w:rsid w:val="007E48CF"/>
    <w:rsid w:val="007E71FB"/>
    <w:rsid w:val="007E7521"/>
    <w:rsid w:val="007F4F05"/>
    <w:rsid w:val="007F512C"/>
    <w:rsid w:val="007F53E1"/>
    <w:rsid w:val="007F7E82"/>
    <w:rsid w:val="00807359"/>
    <w:rsid w:val="008109CE"/>
    <w:rsid w:val="0081214D"/>
    <w:rsid w:val="0081502B"/>
    <w:rsid w:val="00816101"/>
    <w:rsid w:val="00816AC4"/>
    <w:rsid w:val="00817052"/>
    <w:rsid w:val="008228E6"/>
    <w:rsid w:val="00823C38"/>
    <w:rsid w:val="00825DB1"/>
    <w:rsid w:val="00830B43"/>
    <w:rsid w:val="008328EB"/>
    <w:rsid w:val="00833E16"/>
    <w:rsid w:val="00835740"/>
    <w:rsid w:val="00836429"/>
    <w:rsid w:val="00837B7A"/>
    <w:rsid w:val="008442C8"/>
    <w:rsid w:val="008452E0"/>
    <w:rsid w:val="00847FA9"/>
    <w:rsid w:val="00851B0E"/>
    <w:rsid w:val="008550C5"/>
    <w:rsid w:val="00856143"/>
    <w:rsid w:val="00857CB0"/>
    <w:rsid w:val="00860458"/>
    <w:rsid w:val="008609EE"/>
    <w:rsid w:val="00860F8F"/>
    <w:rsid w:val="00865731"/>
    <w:rsid w:val="00866083"/>
    <w:rsid w:val="008675E6"/>
    <w:rsid w:val="00867980"/>
    <w:rsid w:val="00867D54"/>
    <w:rsid w:val="0087107F"/>
    <w:rsid w:val="00875D73"/>
    <w:rsid w:val="00876BB2"/>
    <w:rsid w:val="00877E88"/>
    <w:rsid w:val="0088065C"/>
    <w:rsid w:val="00880B91"/>
    <w:rsid w:val="00880DAD"/>
    <w:rsid w:val="00882DD9"/>
    <w:rsid w:val="00887820"/>
    <w:rsid w:val="00891510"/>
    <w:rsid w:val="00895F07"/>
    <w:rsid w:val="00897E36"/>
    <w:rsid w:val="008A42C3"/>
    <w:rsid w:val="008A533D"/>
    <w:rsid w:val="008A7B2D"/>
    <w:rsid w:val="008B0144"/>
    <w:rsid w:val="008B0354"/>
    <w:rsid w:val="008B060B"/>
    <w:rsid w:val="008B0E01"/>
    <w:rsid w:val="008B4A5E"/>
    <w:rsid w:val="008B595D"/>
    <w:rsid w:val="008B6196"/>
    <w:rsid w:val="008C09A0"/>
    <w:rsid w:val="008C3934"/>
    <w:rsid w:val="008C4676"/>
    <w:rsid w:val="008C5842"/>
    <w:rsid w:val="008C6718"/>
    <w:rsid w:val="008C715E"/>
    <w:rsid w:val="008D28FD"/>
    <w:rsid w:val="008D43B8"/>
    <w:rsid w:val="008D674F"/>
    <w:rsid w:val="008D76C0"/>
    <w:rsid w:val="008E353E"/>
    <w:rsid w:val="008E45FB"/>
    <w:rsid w:val="008E5B91"/>
    <w:rsid w:val="008E5CC3"/>
    <w:rsid w:val="008F1B25"/>
    <w:rsid w:val="008F1D11"/>
    <w:rsid w:val="0090531D"/>
    <w:rsid w:val="00905C93"/>
    <w:rsid w:val="009113F3"/>
    <w:rsid w:val="009118D8"/>
    <w:rsid w:val="009176C4"/>
    <w:rsid w:val="0092091D"/>
    <w:rsid w:val="0092314E"/>
    <w:rsid w:val="00923B6D"/>
    <w:rsid w:val="0092596A"/>
    <w:rsid w:val="00931CE7"/>
    <w:rsid w:val="009320E7"/>
    <w:rsid w:val="009362C7"/>
    <w:rsid w:val="00936717"/>
    <w:rsid w:val="00940A11"/>
    <w:rsid w:val="00946AEE"/>
    <w:rsid w:val="009473CF"/>
    <w:rsid w:val="0095002A"/>
    <w:rsid w:val="00950CC8"/>
    <w:rsid w:val="00954F97"/>
    <w:rsid w:val="009552F7"/>
    <w:rsid w:val="00957154"/>
    <w:rsid w:val="009600B1"/>
    <w:rsid w:val="009605B0"/>
    <w:rsid w:val="009611D5"/>
    <w:rsid w:val="009611E7"/>
    <w:rsid w:val="00967F2E"/>
    <w:rsid w:val="009734AC"/>
    <w:rsid w:val="009749B2"/>
    <w:rsid w:val="0098347D"/>
    <w:rsid w:val="00983845"/>
    <w:rsid w:val="0098479E"/>
    <w:rsid w:val="00992850"/>
    <w:rsid w:val="009930EC"/>
    <w:rsid w:val="00996A3D"/>
    <w:rsid w:val="009973FC"/>
    <w:rsid w:val="00997D0D"/>
    <w:rsid w:val="009A01A6"/>
    <w:rsid w:val="009A3C15"/>
    <w:rsid w:val="009B5141"/>
    <w:rsid w:val="009B5B56"/>
    <w:rsid w:val="009B757D"/>
    <w:rsid w:val="009C0414"/>
    <w:rsid w:val="009C1076"/>
    <w:rsid w:val="009C1322"/>
    <w:rsid w:val="009C148D"/>
    <w:rsid w:val="009C17C6"/>
    <w:rsid w:val="009C39F7"/>
    <w:rsid w:val="009D023D"/>
    <w:rsid w:val="009D1B3B"/>
    <w:rsid w:val="009D1CDB"/>
    <w:rsid w:val="009D2867"/>
    <w:rsid w:val="009D3D5A"/>
    <w:rsid w:val="009D4100"/>
    <w:rsid w:val="009D6144"/>
    <w:rsid w:val="009D6982"/>
    <w:rsid w:val="009D7326"/>
    <w:rsid w:val="009D73F7"/>
    <w:rsid w:val="009E049E"/>
    <w:rsid w:val="009E0CFA"/>
    <w:rsid w:val="009E10F0"/>
    <w:rsid w:val="009E3B23"/>
    <w:rsid w:val="009E7F66"/>
    <w:rsid w:val="009F0CAD"/>
    <w:rsid w:val="009F1199"/>
    <w:rsid w:val="009F18A2"/>
    <w:rsid w:val="009F287A"/>
    <w:rsid w:val="009F73F2"/>
    <w:rsid w:val="009F7C7F"/>
    <w:rsid w:val="00A00647"/>
    <w:rsid w:val="00A00A2A"/>
    <w:rsid w:val="00A00F7E"/>
    <w:rsid w:val="00A01BA5"/>
    <w:rsid w:val="00A03858"/>
    <w:rsid w:val="00A07798"/>
    <w:rsid w:val="00A11896"/>
    <w:rsid w:val="00A11C69"/>
    <w:rsid w:val="00A1561C"/>
    <w:rsid w:val="00A23E38"/>
    <w:rsid w:val="00A2710E"/>
    <w:rsid w:val="00A32138"/>
    <w:rsid w:val="00A33B78"/>
    <w:rsid w:val="00A36FF5"/>
    <w:rsid w:val="00A429B3"/>
    <w:rsid w:val="00A45CE8"/>
    <w:rsid w:val="00A46AA4"/>
    <w:rsid w:val="00A46FC9"/>
    <w:rsid w:val="00A47AA0"/>
    <w:rsid w:val="00A50EDE"/>
    <w:rsid w:val="00A51F44"/>
    <w:rsid w:val="00A5214E"/>
    <w:rsid w:val="00A53409"/>
    <w:rsid w:val="00A5366A"/>
    <w:rsid w:val="00A55B2E"/>
    <w:rsid w:val="00A562FC"/>
    <w:rsid w:val="00A5703C"/>
    <w:rsid w:val="00A61E03"/>
    <w:rsid w:val="00A64B77"/>
    <w:rsid w:val="00A667C9"/>
    <w:rsid w:val="00A675A3"/>
    <w:rsid w:val="00A70440"/>
    <w:rsid w:val="00A710D1"/>
    <w:rsid w:val="00A71453"/>
    <w:rsid w:val="00A734BC"/>
    <w:rsid w:val="00A73E86"/>
    <w:rsid w:val="00A7772A"/>
    <w:rsid w:val="00A80820"/>
    <w:rsid w:val="00A82B59"/>
    <w:rsid w:val="00A83682"/>
    <w:rsid w:val="00A83FDD"/>
    <w:rsid w:val="00A878F0"/>
    <w:rsid w:val="00A90E38"/>
    <w:rsid w:val="00A914AB"/>
    <w:rsid w:val="00A91FEA"/>
    <w:rsid w:val="00A920F6"/>
    <w:rsid w:val="00AA2D8C"/>
    <w:rsid w:val="00AA3F6D"/>
    <w:rsid w:val="00AA4B36"/>
    <w:rsid w:val="00AA5165"/>
    <w:rsid w:val="00AA5942"/>
    <w:rsid w:val="00AA7E5B"/>
    <w:rsid w:val="00AB09F8"/>
    <w:rsid w:val="00AB4B70"/>
    <w:rsid w:val="00AB69A1"/>
    <w:rsid w:val="00AB72B5"/>
    <w:rsid w:val="00AC1465"/>
    <w:rsid w:val="00AC42BC"/>
    <w:rsid w:val="00AD1583"/>
    <w:rsid w:val="00AD1E5C"/>
    <w:rsid w:val="00AD24D3"/>
    <w:rsid w:val="00AD5D4A"/>
    <w:rsid w:val="00AD7FBD"/>
    <w:rsid w:val="00AE0248"/>
    <w:rsid w:val="00AE03A8"/>
    <w:rsid w:val="00AE2E59"/>
    <w:rsid w:val="00AE4B91"/>
    <w:rsid w:val="00AF0D88"/>
    <w:rsid w:val="00AF3C95"/>
    <w:rsid w:val="00AF4DCD"/>
    <w:rsid w:val="00AF60A0"/>
    <w:rsid w:val="00AF6196"/>
    <w:rsid w:val="00B0000F"/>
    <w:rsid w:val="00B00D7F"/>
    <w:rsid w:val="00B01C87"/>
    <w:rsid w:val="00B05D9F"/>
    <w:rsid w:val="00B11DE7"/>
    <w:rsid w:val="00B12B98"/>
    <w:rsid w:val="00B135AE"/>
    <w:rsid w:val="00B15181"/>
    <w:rsid w:val="00B15847"/>
    <w:rsid w:val="00B161EA"/>
    <w:rsid w:val="00B17A32"/>
    <w:rsid w:val="00B2101B"/>
    <w:rsid w:val="00B22631"/>
    <w:rsid w:val="00B243DA"/>
    <w:rsid w:val="00B365AE"/>
    <w:rsid w:val="00B37DC2"/>
    <w:rsid w:val="00B40304"/>
    <w:rsid w:val="00B42568"/>
    <w:rsid w:val="00B44D0B"/>
    <w:rsid w:val="00B46AA8"/>
    <w:rsid w:val="00B5184A"/>
    <w:rsid w:val="00B54A95"/>
    <w:rsid w:val="00B552BB"/>
    <w:rsid w:val="00B560BB"/>
    <w:rsid w:val="00B56C7B"/>
    <w:rsid w:val="00B576E5"/>
    <w:rsid w:val="00B602B1"/>
    <w:rsid w:val="00B6528B"/>
    <w:rsid w:val="00B66344"/>
    <w:rsid w:val="00B66823"/>
    <w:rsid w:val="00B67E5D"/>
    <w:rsid w:val="00B71305"/>
    <w:rsid w:val="00B7251B"/>
    <w:rsid w:val="00B75369"/>
    <w:rsid w:val="00B76630"/>
    <w:rsid w:val="00B81265"/>
    <w:rsid w:val="00B87D2C"/>
    <w:rsid w:val="00B9022B"/>
    <w:rsid w:val="00BA3803"/>
    <w:rsid w:val="00BA4C39"/>
    <w:rsid w:val="00BA7A30"/>
    <w:rsid w:val="00BB0C46"/>
    <w:rsid w:val="00BB5D65"/>
    <w:rsid w:val="00BB61BF"/>
    <w:rsid w:val="00BB64CE"/>
    <w:rsid w:val="00BB6649"/>
    <w:rsid w:val="00BC10C1"/>
    <w:rsid w:val="00BC5D2D"/>
    <w:rsid w:val="00BC63E1"/>
    <w:rsid w:val="00BD112F"/>
    <w:rsid w:val="00BD21FC"/>
    <w:rsid w:val="00BD3A67"/>
    <w:rsid w:val="00BD3C3F"/>
    <w:rsid w:val="00BD48BE"/>
    <w:rsid w:val="00BD5740"/>
    <w:rsid w:val="00BD606A"/>
    <w:rsid w:val="00BE0B5F"/>
    <w:rsid w:val="00BE2486"/>
    <w:rsid w:val="00BE2CA8"/>
    <w:rsid w:val="00BE2F0C"/>
    <w:rsid w:val="00BE5778"/>
    <w:rsid w:val="00BE5801"/>
    <w:rsid w:val="00BE7170"/>
    <w:rsid w:val="00BE7D66"/>
    <w:rsid w:val="00BF0D2F"/>
    <w:rsid w:val="00BF1480"/>
    <w:rsid w:val="00BF1D4B"/>
    <w:rsid w:val="00BF2508"/>
    <w:rsid w:val="00BF3321"/>
    <w:rsid w:val="00BF381F"/>
    <w:rsid w:val="00C00464"/>
    <w:rsid w:val="00C0140A"/>
    <w:rsid w:val="00C0193C"/>
    <w:rsid w:val="00C02352"/>
    <w:rsid w:val="00C03AF9"/>
    <w:rsid w:val="00C07297"/>
    <w:rsid w:val="00C07709"/>
    <w:rsid w:val="00C10CE3"/>
    <w:rsid w:val="00C11AE7"/>
    <w:rsid w:val="00C169BB"/>
    <w:rsid w:val="00C205FB"/>
    <w:rsid w:val="00C21E84"/>
    <w:rsid w:val="00C238A4"/>
    <w:rsid w:val="00C23C29"/>
    <w:rsid w:val="00C25CE1"/>
    <w:rsid w:val="00C2615C"/>
    <w:rsid w:val="00C2718A"/>
    <w:rsid w:val="00C272D7"/>
    <w:rsid w:val="00C27A90"/>
    <w:rsid w:val="00C31A49"/>
    <w:rsid w:val="00C33323"/>
    <w:rsid w:val="00C33451"/>
    <w:rsid w:val="00C35A02"/>
    <w:rsid w:val="00C35F94"/>
    <w:rsid w:val="00C374BF"/>
    <w:rsid w:val="00C403BB"/>
    <w:rsid w:val="00C41020"/>
    <w:rsid w:val="00C41258"/>
    <w:rsid w:val="00C43797"/>
    <w:rsid w:val="00C44A55"/>
    <w:rsid w:val="00C45642"/>
    <w:rsid w:val="00C46DBF"/>
    <w:rsid w:val="00C500D9"/>
    <w:rsid w:val="00C500E9"/>
    <w:rsid w:val="00C5051D"/>
    <w:rsid w:val="00C5060C"/>
    <w:rsid w:val="00C53C22"/>
    <w:rsid w:val="00C564F8"/>
    <w:rsid w:val="00C63ED3"/>
    <w:rsid w:val="00C648BB"/>
    <w:rsid w:val="00C64AAE"/>
    <w:rsid w:val="00C650A3"/>
    <w:rsid w:val="00C73D9F"/>
    <w:rsid w:val="00C756B8"/>
    <w:rsid w:val="00C80857"/>
    <w:rsid w:val="00C81653"/>
    <w:rsid w:val="00C81C91"/>
    <w:rsid w:val="00C83323"/>
    <w:rsid w:val="00C8385D"/>
    <w:rsid w:val="00C84911"/>
    <w:rsid w:val="00C84F18"/>
    <w:rsid w:val="00C85072"/>
    <w:rsid w:val="00C859E3"/>
    <w:rsid w:val="00C90F28"/>
    <w:rsid w:val="00CA0701"/>
    <w:rsid w:val="00CA3494"/>
    <w:rsid w:val="00CB05BC"/>
    <w:rsid w:val="00CB0C5D"/>
    <w:rsid w:val="00CB1CF3"/>
    <w:rsid w:val="00CB2EF8"/>
    <w:rsid w:val="00CB318B"/>
    <w:rsid w:val="00CB62F6"/>
    <w:rsid w:val="00CB6934"/>
    <w:rsid w:val="00CB6C55"/>
    <w:rsid w:val="00CB7DE1"/>
    <w:rsid w:val="00CC0FD0"/>
    <w:rsid w:val="00CC1B43"/>
    <w:rsid w:val="00CC2FA4"/>
    <w:rsid w:val="00CC3232"/>
    <w:rsid w:val="00CC4525"/>
    <w:rsid w:val="00CC571F"/>
    <w:rsid w:val="00CC625A"/>
    <w:rsid w:val="00CD02CF"/>
    <w:rsid w:val="00CD072E"/>
    <w:rsid w:val="00CD090F"/>
    <w:rsid w:val="00CD589E"/>
    <w:rsid w:val="00CE24BF"/>
    <w:rsid w:val="00CE2EB0"/>
    <w:rsid w:val="00CE3457"/>
    <w:rsid w:val="00CE471E"/>
    <w:rsid w:val="00CE4DEB"/>
    <w:rsid w:val="00CE5483"/>
    <w:rsid w:val="00CE55DA"/>
    <w:rsid w:val="00CE6BA3"/>
    <w:rsid w:val="00CF1748"/>
    <w:rsid w:val="00CF38EF"/>
    <w:rsid w:val="00D00B75"/>
    <w:rsid w:val="00D02393"/>
    <w:rsid w:val="00D04EF0"/>
    <w:rsid w:val="00D06D54"/>
    <w:rsid w:val="00D0764A"/>
    <w:rsid w:val="00D0782D"/>
    <w:rsid w:val="00D101B5"/>
    <w:rsid w:val="00D11109"/>
    <w:rsid w:val="00D11BAA"/>
    <w:rsid w:val="00D11D5A"/>
    <w:rsid w:val="00D12A9F"/>
    <w:rsid w:val="00D1453D"/>
    <w:rsid w:val="00D15984"/>
    <w:rsid w:val="00D1611C"/>
    <w:rsid w:val="00D17E27"/>
    <w:rsid w:val="00D20556"/>
    <w:rsid w:val="00D21987"/>
    <w:rsid w:val="00D22AA6"/>
    <w:rsid w:val="00D253DA"/>
    <w:rsid w:val="00D26D69"/>
    <w:rsid w:val="00D32F71"/>
    <w:rsid w:val="00D34DCE"/>
    <w:rsid w:val="00D36342"/>
    <w:rsid w:val="00D37336"/>
    <w:rsid w:val="00D37680"/>
    <w:rsid w:val="00D4048A"/>
    <w:rsid w:val="00D4102E"/>
    <w:rsid w:val="00D41083"/>
    <w:rsid w:val="00D41EB2"/>
    <w:rsid w:val="00D42DB5"/>
    <w:rsid w:val="00D438FB"/>
    <w:rsid w:val="00D4453B"/>
    <w:rsid w:val="00D47E6F"/>
    <w:rsid w:val="00D53467"/>
    <w:rsid w:val="00D538FA"/>
    <w:rsid w:val="00D569F6"/>
    <w:rsid w:val="00D57A5C"/>
    <w:rsid w:val="00D600EB"/>
    <w:rsid w:val="00D60FCA"/>
    <w:rsid w:val="00D6121C"/>
    <w:rsid w:val="00D6200F"/>
    <w:rsid w:val="00D62F59"/>
    <w:rsid w:val="00D668C2"/>
    <w:rsid w:val="00D66DB1"/>
    <w:rsid w:val="00D67AD8"/>
    <w:rsid w:val="00D70C47"/>
    <w:rsid w:val="00D71A74"/>
    <w:rsid w:val="00D72486"/>
    <w:rsid w:val="00D72849"/>
    <w:rsid w:val="00D7686A"/>
    <w:rsid w:val="00D7757F"/>
    <w:rsid w:val="00D77C89"/>
    <w:rsid w:val="00D77F58"/>
    <w:rsid w:val="00D8019A"/>
    <w:rsid w:val="00D808E2"/>
    <w:rsid w:val="00D815B5"/>
    <w:rsid w:val="00D81BF1"/>
    <w:rsid w:val="00D83ABC"/>
    <w:rsid w:val="00D94A9E"/>
    <w:rsid w:val="00D96695"/>
    <w:rsid w:val="00DA4482"/>
    <w:rsid w:val="00DA5B15"/>
    <w:rsid w:val="00DA738F"/>
    <w:rsid w:val="00DA79D2"/>
    <w:rsid w:val="00DA7E42"/>
    <w:rsid w:val="00DB06BE"/>
    <w:rsid w:val="00DB0A0F"/>
    <w:rsid w:val="00DB1E4C"/>
    <w:rsid w:val="00DB26E5"/>
    <w:rsid w:val="00DB5CF0"/>
    <w:rsid w:val="00DB6B74"/>
    <w:rsid w:val="00DB71EE"/>
    <w:rsid w:val="00DC07B5"/>
    <w:rsid w:val="00DC1430"/>
    <w:rsid w:val="00DC37AC"/>
    <w:rsid w:val="00DC3B74"/>
    <w:rsid w:val="00DC6F7E"/>
    <w:rsid w:val="00DD03AE"/>
    <w:rsid w:val="00DD19D8"/>
    <w:rsid w:val="00DD19FD"/>
    <w:rsid w:val="00DD38D4"/>
    <w:rsid w:val="00DD53B5"/>
    <w:rsid w:val="00DD58F3"/>
    <w:rsid w:val="00DD5978"/>
    <w:rsid w:val="00DD60FA"/>
    <w:rsid w:val="00DE038C"/>
    <w:rsid w:val="00DE1207"/>
    <w:rsid w:val="00DE2FC0"/>
    <w:rsid w:val="00DE4BA9"/>
    <w:rsid w:val="00DF15EC"/>
    <w:rsid w:val="00DF4EF7"/>
    <w:rsid w:val="00DF5F83"/>
    <w:rsid w:val="00DF66AA"/>
    <w:rsid w:val="00E00233"/>
    <w:rsid w:val="00E02AF7"/>
    <w:rsid w:val="00E03C11"/>
    <w:rsid w:val="00E067A9"/>
    <w:rsid w:val="00E06FB8"/>
    <w:rsid w:val="00E10624"/>
    <w:rsid w:val="00E13E27"/>
    <w:rsid w:val="00E13EA6"/>
    <w:rsid w:val="00E14EA9"/>
    <w:rsid w:val="00E15AA3"/>
    <w:rsid w:val="00E15E5E"/>
    <w:rsid w:val="00E16ECE"/>
    <w:rsid w:val="00E20C4E"/>
    <w:rsid w:val="00E20DE1"/>
    <w:rsid w:val="00E211B0"/>
    <w:rsid w:val="00E22ACB"/>
    <w:rsid w:val="00E25D5D"/>
    <w:rsid w:val="00E27804"/>
    <w:rsid w:val="00E27C8A"/>
    <w:rsid w:val="00E30499"/>
    <w:rsid w:val="00E3115C"/>
    <w:rsid w:val="00E32765"/>
    <w:rsid w:val="00E32F33"/>
    <w:rsid w:val="00E34758"/>
    <w:rsid w:val="00E35527"/>
    <w:rsid w:val="00E40C0F"/>
    <w:rsid w:val="00E42E29"/>
    <w:rsid w:val="00E46BFE"/>
    <w:rsid w:val="00E5283B"/>
    <w:rsid w:val="00E532D8"/>
    <w:rsid w:val="00E55739"/>
    <w:rsid w:val="00E63182"/>
    <w:rsid w:val="00E65F7C"/>
    <w:rsid w:val="00E6686B"/>
    <w:rsid w:val="00E67742"/>
    <w:rsid w:val="00E714AB"/>
    <w:rsid w:val="00E75496"/>
    <w:rsid w:val="00E76AFC"/>
    <w:rsid w:val="00E77CFF"/>
    <w:rsid w:val="00E800D0"/>
    <w:rsid w:val="00E80FB9"/>
    <w:rsid w:val="00E84F39"/>
    <w:rsid w:val="00E90537"/>
    <w:rsid w:val="00E90CBC"/>
    <w:rsid w:val="00E94195"/>
    <w:rsid w:val="00E95825"/>
    <w:rsid w:val="00E95C6C"/>
    <w:rsid w:val="00E9675A"/>
    <w:rsid w:val="00EA4063"/>
    <w:rsid w:val="00EA460C"/>
    <w:rsid w:val="00EA69F3"/>
    <w:rsid w:val="00EA7A79"/>
    <w:rsid w:val="00EB116E"/>
    <w:rsid w:val="00EB49E8"/>
    <w:rsid w:val="00EB4D95"/>
    <w:rsid w:val="00EB51AD"/>
    <w:rsid w:val="00EC00FC"/>
    <w:rsid w:val="00EC27CF"/>
    <w:rsid w:val="00EC344F"/>
    <w:rsid w:val="00EC3550"/>
    <w:rsid w:val="00EC54F7"/>
    <w:rsid w:val="00EC6462"/>
    <w:rsid w:val="00ED41A5"/>
    <w:rsid w:val="00ED4340"/>
    <w:rsid w:val="00ED6253"/>
    <w:rsid w:val="00EE0D9D"/>
    <w:rsid w:val="00EE346D"/>
    <w:rsid w:val="00EE429C"/>
    <w:rsid w:val="00EE56FC"/>
    <w:rsid w:val="00EE65CC"/>
    <w:rsid w:val="00EE7D8E"/>
    <w:rsid w:val="00EF139E"/>
    <w:rsid w:val="00EF30B8"/>
    <w:rsid w:val="00EF3F34"/>
    <w:rsid w:val="00EF47AC"/>
    <w:rsid w:val="00EF63B4"/>
    <w:rsid w:val="00EF68B9"/>
    <w:rsid w:val="00F0190B"/>
    <w:rsid w:val="00F021E4"/>
    <w:rsid w:val="00F051C3"/>
    <w:rsid w:val="00F05C45"/>
    <w:rsid w:val="00F0624E"/>
    <w:rsid w:val="00F067B7"/>
    <w:rsid w:val="00F06F30"/>
    <w:rsid w:val="00F07269"/>
    <w:rsid w:val="00F12976"/>
    <w:rsid w:val="00F13518"/>
    <w:rsid w:val="00F13EF5"/>
    <w:rsid w:val="00F167C4"/>
    <w:rsid w:val="00F17BBC"/>
    <w:rsid w:val="00F207E6"/>
    <w:rsid w:val="00F238BC"/>
    <w:rsid w:val="00F25012"/>
    <w:rsid w:val="00F301E6"/>
    <w:rsid w:val="00F3050C"/>
    <w:rsid w:val="00F31128"/>
    <w:rsid w:val="00F330EF"/>
    <w:rsid w:val="00F33B07"/>
    <w:rsid w:val="00F344EA"/>
    <w:rsid w:val="00F34F21"/>
    <w:rsid w:val="00F362EE"/>
    <w:rsid w:val="00F365E7"/>
    <w:rsid w:val="00F37A83"/>
    <w:rsid w:val="00F4080F"/>
    <w:rsid w:val="00F41428"/>
    <w:rsid w:val="00F4177C"/>
    <w:rsid w:val="00F431A5"/>
    <w:rsid w:val="00F477AB"/>
    <w:rsid w:val="00F47F27"/>
    <w:rsid w:val="00F50802"/>
    <w:rsid w:val="00F51AA8"/>
    <w:rsid w:val="00F51C44"/>
    <w:rsid w:val="00F52980"/>
    <w:rsid w:val="00F53065"/>
    <w:rsid w:val="00F55D85"/>
    <w:rsid w:val="00F563A6"/>
    <w:rsid w:val="00F6161A"/>
    <w:rsid w:val="00F629F9"/>
    <w:rsid w:val="00F6360C"/>
    <w:rsid w:val="00F64667"/>
    <w:rsid w:val="00F64CE5"/>
    <w:rsid w:val="00F656E8"/>
    <w:rsid w:val="00F67DAF"/>
    <w:rsid w:val="00F74AA7"/>
    <w:rsid w:val="00F773AD"/>
    <w:rsid w:val="00F77E75"/>
    <w:rsid w:val="00F801F9"/>
    <w:rsid w:val="00F8236F"/>
    <w:rsid w:val="00F845A1"/>
    <w:rsid w:val="00F84759"/>
    <w:rsid w:val="00F904AF"/>
    <w:rsid w:val="00F94E11"/>
    <w:rsid w:val="00F95DD2"/>
    <w:rsid w:val="00FA1311"/>
    <w:rsid w:val="00FA3430"/>
    <w:rsid w:val="00FA4448"/>
    <w:rsid w:val="00FA66F4"/>
    <w:rsid w:val="00FB2090"/>
    <w:rsid w:val="00FB29C2"/>
    <w:rsid w:val="00FB4A43"/>
    <w:rsid w:val="00FB6ADC"/>
    <w:rsid w:val="00FB7CBB"/>
    <w:rsid w:val="00FC00EA"/>
    <w:rsid w:val="00FC011D"/>
    <w:rsid w:val="00FC094A"/>
    <w:rsid w:val="00FC0DAC"/>
    <w:rsid w:val="00FC1C73"/>
    <w:rsid w:val="00FC365C"/>
    <w:rsid w:val="00FC4C44"/>
    <w:rsid w:val="00FC6408"/>
    <w:rsid w:val="00FC6E6B"/>
    <w:rsid w:val="00FD37CD"/>
    <w:rsid w:val="00FD4045"/>
    <w:rsid w:val="00FD530A"/>
    <w:rsid w:val="00FE119B"/>
    <w:rsid w:val="00FE1353"/>
    <w:rsid w:val="00FE1A74"/>
    <w:rsid w:val="00FE5EFA"/>
    <w:rsid w:val="00FE6CC0"/>
    <w:rsid w:val="00FE7436"/>
    <w:rsid w:val="00FF2BF0"/>
    <w:rsid w:val="00FF3519"/>
    <w:rsid w:val="00FF55A8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,"/>
  <w:listSeparator w:val=";"/>
  <w14:docId w14:val="4027302D"/>
  <w15:docId w15:val="{4335647B-8A80-4A21-A3FF-8201F86B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16F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rsid w:val="006E2FFB"/>
    <w:pPr>
      <w:keepNext/>
      <w:numPr>
        <w:numId w:val="1"/>
      </w:numPr>
      <w:tabs>
        <w:tab w:val="left" w:pos="567"/>
      </w:tabs>
      <w:jc w:val="both"/>
      <w:outlineLvl w:val="3"/>
    </w:pPr>
    <w:rPr>
      <w:rFonts w:ascii="Arial" w:hAnsi="Arial"/>
      <w:b/>
      <w:i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2E2A26"/>
    <w:pPr>
      <w:tabs>
        <w:tab w:val="right" w:leader="dot" w:pos="9639"/>
      </w:tabs>
      <w:spacing w:before="240" w:after="240"/>
      <w:jc w:val="center"/>
      <w:outlineLvl w:val="2"/>
    </w:pPr>
    <w:rPr>
      <w:rFonts w:ascii="Arial" w:hAnsi="Arial" w:cs="Arial"/>
      <w:b/>
      <w:caps/>
      <w:noProof/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uiPriority w:val="39"/>
    <w:rsid w:val="007C6D78"/>
    <w:pPr>
      <w:ind w:left="198"/>
    </w:pPr>
    <w:rPr>
      <w:rFonts w:ascii="Arial" w:hAnsi="Arial"/>
      <w:smallCaps/>
    </w:rPr>
  </w:style>
  <w:style w:type="paragraph" w:styleId="TM3">
    <w:name w:val="toc 3"/>
    <w:basedOn w:val="Normal"/>
    <w:next w:val="Normal"/>
    <w:autoRedefine/>
    <w:uiPriority w:val="39"/>
    <w:rsid w:val="003724D1"/>
    <w:pPr>
      <w:tabs>
        <w:tab w:val="left" w:pos="1200"/>
        <w:tab w:val="right" w:leader="dot" w:pos="9628"/>
      </w:tabs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paragraph" w:styleId="Paragraphedeliste">
    <w:name w:val="List Paragraph"/>
    <w:aliases w:val="Tab n1,Tab 1,Paragraphe de liste1,Paragraphe de liste num,Paragraphe de liste 1,Listes,Liste couleur - Accent 11,Titre1,List Paragraph,Liste H3C,Liste SItéa,texte de base,6 pt paragraphe carré,Puce focus,Legende,Normal bullet 2"/>
    <w:basedOn w:val="Normal"/>
    <w:link w:val="ParagraphedelisteCar"/>
    <w:uiPriority w:val="34"/>
    <w:qFormat/>
    <w:rsid w:val="00FD530A"/>
    <w:pPr>
      <w:ind w:left="708"/>
    </w:pPr>
  </w:style>
  <w:style w:type="character" w:customStyle="1" w:styleId="Titre1Car">
    <w:name w:val="Titre 1 Car"/>
    <w:link w:val="Titre1"/>
    <w:rsid w:val="00280396"/>
    <w:rPr>
      <w:rFonts w:ascii="Comic Sans MS" w:hAnsi="Comic Sans MS"/>
      <w:b/>
      <w:sz w:val="24"/>
      <w:u w:val="single"/>
    </w:rPr>
  </w:style>
  <w:style w:type="paragraph" w:styleId="Textedebulles">
    <w:name w:val="Balloon Text"/>
    <w:basedOn w:val="Normal"/>
    <w:link w:val="TextedebullesCar"/>
    <w:rsid w:val="005D1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D15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1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rsid w:val="002A59D2"/>
  </w:style>
  <w:style w:type="character" w:customStyle="1" w:styleId="CommentaireCar">
    <w:name w:val="Commentaire Car"/>
    <w:basedOn w:val="Policepardfaut"/>
    <w:link w:val="Commentaire"/>
    <w:uiPriority w:val="99"/>
    <w:rsid w:val="002A59D2"/>
  </w:style>
  <w:style w:type="character" w:customStyle="1" w:styleId="PieddepageCar">
    <w:name w:val="Pied de page Car"/>
    <w:basedOn w:val="Policepardfaut"/>
    <w:link w:val="Pieddepage"/>
    <w:rsid w:val="004B1384"/>
  </w:style>
  <w:style w:type="paragraph" w:customStyle="1" w:styleId="I">
    <w:name w:val="I"/>
    <w:basedOn w:val="Normal"/>
    <w:rsid w:val="007834D4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7834D4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DC07B5"/>
    <w:rPr>
      <w:rFonts w:ascii="Comic Sans MS" w:hAnsi="Comic Sans MS"/>
      <w:b/>
      <w:sz w:val="22"/>
    </w:rPr>
  </w:style>
  <w:style w:type="paragraph" w:customStyle="1" w:styleId="Style1">
    <w:name w:val="Style1"/>
    <w:basedOn w:val="Titre1"/>
    <w:autoRedefine/>
    <w:qFormat/>
    <w:rsid w:val="00880B91"/>
    <w:pPr>
      <w:tabs>
        <w:tab w:val="clear" w:pos="6804"/>
      </w:tabs>
      <w:spacing w:line="240" w:lineRule="auto"/>
      <w:ind w:right="0"/>
    </w:pPr>
    <w:rPr>
      <w:rFonts w:ascii="Arial" w:hAnsi="Arial"/>
      <w:caps/>
    </w:rPr>
  </w:style>
  <w:style w:type="paragraph" w:customStyle="1" w:styleId="Style2">
    <w:name w:val="Style2"/>
    <w:basedOn w:val="Titre2"/>
    <w:qFormat/>
    <w:rsid w:val="004173D4"/>
    <w:pPr>
      <w:numPr>
        <w:numId w:val="2"/>
      </w:numPr>
    </w:pPr>
    <w:rPr>
      <w:rFonts w:ascii="Arial" w:hAnsi="Arial"/>
      <w:i/>
      <w:smallCaps/>
    </w:rPr>
  </w:style>
  <w:style w:type="paragraph" w:customStyle="1" w:styleId="Style3">
    <w:name w:val="Style3"/>
    <w:basedOn w:val="Titre3"/>
    <w:qFormat/>
    <w:rsid w:val="00005055"/>
    <w:pPr>
      <w:ind w:left="0" w:right="0"/>
    </w:pPr>
    <w:rPr>
      <w:rFonts w:ascii="Arial" w:hAnsi="Arial"/>
      <w:i/>
    </w:rPr>
  </w:style>
  <w:style w:type="character" w:customStyle="1" w:styleId="st1">
    <w:name w:val="st1"/>
    <w:basedOn w:val="Policepardfaut"/>
    <w:rsid w:val="007332C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32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32C9"/>
    <w:rPr>
      <w:b/>
      <w:bCs/>
      <w:i/>
      <w:i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3340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34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34022"/>
    <w:rPr>
      <w:b/>
      <w:bCs/>
    </w:rPr>
  </w:style>
  <w:style w:type="paragraph" w:customStyle="1" w:styleId="Normal2">
    <w:name w:val="Normal2"/>
    <w:basedOn w:val="Normal"/>
    <w:rsid w:val="000A7CD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Sous-titre">
    <w:name w:val="Subtitle"/>
    <w:basedOn w:val="Normal"/>
    <w:next w:val="Normal"/>
    <w:link w:val="Sous-titreCar"/>
    <w:qFormat/>
    <w:rsid w:val="00CC32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C32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6552D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D02393"/>
    <w:pPr>
      <w:jc w:val="center"/>
    </w:pPr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02393"/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En-tteCar">
    <w:name w:val="En-tête Car"/>
    <w:link w:val="En-tte"/>
    <w:rsid w:val="00D72849"/>
  </w:style>
  <w:style w:type="paragraph" w:customStyle="1" w:styleId="Style4">
    <w:name w:val="Style 4"/>
    <w:basedOn w:val="Paragraphedeliste"/>
    <w:rsid w:val="00876BB2"/>
    <w:pPr>
      <w:numPr>
        <w:numId w:val="3"/>
      </w:numPr>
      <w:ind w:left="1701" w:hanging="1134"/>
      <w:jc w:val="both"/>
    </w:pPr>
    <w:rPr>
      <w:rFonts w:ascii="Arial" w:hAnsi="Arial" w:cs="Arial"/>
      <w:i/>
      <w:sz w:val="24"/>
      <w:szCs w:val="24"/>
    </w:rPr>
  </w:style>
  <w:style w:type="paragraph" w:customStyle="1" w:styleId="Corps">
    <w:name w:val="Corps"/>
    <w:rsid w:val="007D6F6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F53E1"/>
    <w:pPr>
      <w:keepLines/>
      <w:tabs>
        <w:tab w:val="clear" w:pos="6804"/>
      </w:tabs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Index1">
    <w:name w:val="index 1"/>
    <w:basedOn w:val="Normal"/>
    <w:next w:val="Normal"/>
    <w:autoRedefine/>
    <w:rsid w:val="007F53E1"/>
    <w:pPr>
      <w:ind w:left="200" w:hanging="200"/>
    </w:pPr>
  </w:style>
  <w:style w:type="paragraph" w:styleId="Index3">
    <w:name w:val="index 3"/>
    <w:basedOn w:val="Normal"/>
    <w:next w:val="Normal"/>
    <w:autoRedefine/>
    <w:rsid w:val="007F53E1"/>
    <w:pPr>
      <w:ind w:left="600" w:hanging="200"/>
    </w:pPr>
  </w:style>
  <w:style w:type="paragraph" w:customStyle="1" w:styleId="TITRE2GHT">
    <w:name w:val="TITRE 2 GHT"/>
    <w:basedOn w:val="Normal"/>
    <w:link w:val="TITRE2GHTCar"/>
    <w:autoRedefine/>
    <w:qFormat/>
    <w:rsid w:val="00592955"/>
    <w:pPr>
      <w:contextualSpacing/>
      <w:jc w:val="both"/>
    </w:pPr>
    <w:rPr>
      <w:rFonts w:ascii="Arial" w:hAnsi="Arial" w:cs="Arial"/>
      <w:b/>
      <w:sz w:val="24"/>
      <w:szCs w:val="24"/>
    </w:rPr>
  </w:style>
  <w:style w:type="character" w:customStyle="1" w:styleId="TITRE2GHTCar">
    <w:name w:val="TITRE 2 GHT Car"/>
    <w:basedOn w:val="Policepardfaut"/>
    <w:link w:val="TITRE2GHT"/>
    <w:rsid w:val="00592955"/>
    <w:rPr>
      <w:rFonts w:ascii="Arial" w:hAnsi="Arial" w:cs="Arial"/>
      <w:b/>
      <w:sz w:val="24"/>
      <w:szCs w:val="24"/>
    </w:rPr>
  </w:style>
  <w:style w:type="character" w:customStyle="1" w:styleId="lrzxr">
    <w:name w:val="lrzxr"/>
    <w:basedOn w:val="Policepardfaut"/>
    <w:rsid w:val="007F53E1"/>
  </w:style>
  <w:style w:type="paragraph" w:customStyle="1" w:styleId="Liste3">
    <w:name w:val="Liste3"/>
    <w:basedOn w:val="Normal"/>
    <w:rsid w:val="0045777D"/>
    <w:pPr>
      <w:widowControl w:val="0"/>
      <w:numPr>
        <w:ilvl w:val="2"/>
        <w:numId w:val="5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character" w:customStyle="1" w:styleId="ParagraphedelisteCar">
    <w:name w:val="Paragraphe de liste Car"/>
    <w:aliases w:val="Tab n1 Car,Tab 1 Car,Paragraphe de liste1 Car,Paragraphe de liste num Car,Paragraphe de liste 1 Car,Listes Car,Liste couleur - Accent 11 Car,Titre1 Car,List Paragraph Car,Liste H3C Car,Liste SItéa Car,texte de base Car"/>
    <w:basedOn w:val="Policepardfaut"/>
    <w:link w:val="Paragraphedeliste"/>
    <w:uiPriority w:val="34"/>
    <w:rsid w:val="0045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llulemarches@chicas-gap.fr" TargetMode="External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lulemarches@chicas-gap.fr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77EEE2F249F44FA0E0A68B82FEB7E6" ma:contentTypeVersion="3" ma:contentTypeDescription="Crée un document." ma:contentTypeScope="" ma:versionID="aa484fbf351bed68e238d7e529a813eb">
  <xsd:schema xmlns:xsd="http://www.w3.org/2001/XMLSchema" xmlns:xs="http://www.w3.org/2001/XMLSchema" xmlns:p="http://schemas.microsoft.com/office/2006/metadata/properties" xmlns:ns2="d45ee463-40a4-4e5f-af8e-94fc9dfab5bd" targetNamespace="http://schemas.microsoft.com/office/2006/metadata/properties" ma:root="true" ma:fieldsID="024f82359259d339c1020f582698d58d" ns2:_="">
    <xsd:import namespace="d45ee463-40a4-4e5f-af8e-94fc9dfab5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ee463-40a4-4e5f-af8e-94fc9dfab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41CD3-064E-47DE-B894-51C490DA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F08968-1B7E-450F-9772-D68754309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DBBF0-C904-454E-B1C2-F9688470BB55}"/>
</file>

<file path=customXml/itemProps4.xml><?xml version="1.0" encoding="utf-8"?>
<ds:datastoreItem xmlns:ds="http://schemas.openxmlformats.org/officeDocument/2006/customXml" ds:itemID="{808D938B-B6B2-4AB8-B6AA-2BFD4B4F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</Template>
  <TotalTime>3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SERVICES TECHIQUES</vt:lpstr>
    </vt:vector>
  </TitlesOfParts>
  <Company>Informatique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DEMARCO, Gaelle</cp:lastModifiedBy>
  <cp:revision>4</cp:revision>
  <cp:lastPrinted>2020-09-29T15:58:00Z</cp:lastPrinted>
  <dcterms:created xsi:type="dcterms:W3CDTF">2021-10-15T07:39:00Z</dcterms:created>
  <dcterms:modified xsi:type="dcterms:W3CDTF">2026-01-19T14:49:00Z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0x0101002577EEE2F249F44FA0E0A68B82FEB7E6</vt:lpwstr>
  </property>
</Properties>
</file>